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FB0CFE" w:rsidRPr="006073A2" w:rsidRDefault="00B961B5" w:rsidP="00DB580C">
      <w:pPr>
        <w:pStyle w:val="statymopavad"/>
        <w:spacing w:line="240" w:lineRule="auto"/>
        <w:ind w:firstLine="0"/>
        <w:rPr>
          <w:rFonts w:ascii="Times New Roman" w:hAnsi="Times New Roman"/>
          <w:b/>
          <w:bCs/>
          <w:sz w:val="20"/>
        </w:rPr>
      </w:pPr>
      <w:r w:rsidRPr="006073A2">
        <w:rPr>
          <w:b/>
          <w:bCs/>
          <w:caps w:val="0"/>
          <w:noProof/>
          <w:sz w:val="20"/>
        </w:rPr>
        <w:drawing>
          <wp:inline distT="0" distB="0" distL="0" distR="0" wp14:anchorId="66DC37AF" wp14:editId="69444517">
            <wp:extent cx="489347" cy="571500"/>
            <wp:effectExtent l="0" t="0" r="6350" b="0"/>
            <wp:docPr id="11" name="Paveikslėlis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442" cy="5879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0CFE" w:rsidRPr="006073A2" w:rsidRDefault="00FB0CFE" w:rsidP="00E44283">
      <w:pPr>
        <w:pStyle w:val="statymopavad"/>
        <w:spacing w:line="240" w:lineRule="auto"/>
        <w:ind w:firstLine="0"/>
        <w:rPr>
          <w:rFonts w:ascii="Times New Roman" w:hAnsi="Times New Roman"/>
          <w:b/>
          <w:bCs/>
          <w:sz w:val="20"/>
        </w:rPr>
      </w:pPr>
    </w:p>
    <w:p w:rsidR="00341011" w:rsidRPr="006073A2" w:rsidRDefault="00A21A80" w:rsidP="00A21A80">
      <w:pPr>
        <w:jc w:val="center"/>
        <w:rPr>
          <w:b/>
          <w:bCs/>
          <w:caps/>
          <w:sz w:val="28"/>
          <w:szCs w:val="20"/>
        </w:rPr>
      </w:pPr>
      <w:r w:rsidRPr="006073A2">
        <w:rPr>
          <w:b/>
          <w:bCs/>
          <w:caps/>
          <w:sz w:val="28"/>
          <w:szCs w:val="20"/>
        </w:rPr>
        <w:t xml:space="preserve">KLAIPĖDOS RAJONO SAVIVALDYBĖS </w:t>
      </w:r>
    </w:p>
    <w:p w:rsidR="00A21A80" w:rsidRDefault="00A21A80" w:rsidP="00045560">
      <w:pPr>
        <w:jc w:val="center"/>
        <w:rPr>
          <w:b/>
          <w:bCs/>
          <w:caps/>
          <w:sz w:val="28"/>
          <w:szCs w:val="20"/>
        </w:rPr>
      </w:pPr>
      <w:r w:rsidRPr="006073A2">
        <w:rPr>
          <w:b/>
          <w:bCs/>
          <w:caps/>
          <w:sz w:val="28"/>
          <w:szCs w:val="20"/>
        </w:rPr>
        <w:t>ADMINISTRACIJA</w:t>
      </w:r>
    </w:p>
    <w:p w:rsidR="00545BE5" w:rsidRDefault="00545BE5" w:rsidP="00045560">
      <w:pPr>
        <w:jc w:val="center"/>
        <w:rPr>
          <w:b/>
          <w:bCs/>
          <w:caps/>
          <w:sz w:val="28"/>
          <w:szCs w:val="20"/>
        </w:rPr>
      </w:pPr>
    </w:p>
    <w:p w:rsidR="00545BE5" w:rsidRDefault="00545BE5" w:rsidP="00045560">
      <w:pPr>
        <w:jc w:val="center"/>
        <w:rPr>
          <w:b/>
          <w:bCs/>
          <w:caps/>
          <w:sz w:val="28"/>
          <w:szCs w:val="20"/>
        </w:rPr>
      </w:pPr>
    </w:p>
    <w:p w:rsidR="005E4CC9" w:rsidRDefault="005E4CC9" w:rsidP="00256E87">
      <w:pPr>
        <w:rPr>
          <w:b/>
          <w:bCs/>
          <w:caps/>
          <w:sz w:val="28"/>
          <w:szCs w:val="20"/>
        </w:rPr>
      </w:pPr>
    </w:p>
    <w:tbl>
      <w:tblPr>
        <w:tblW w:w="10763" w:type="dxa"/>
        <w:tblLook w:val="04A0" w:firstRow="1" w:lastRow="0" w:firstColumn="1" w:lastColumn="0" w:noHBand="0" w:noVBand="1"/>
      </w:tblPr>
      <w:tblGrid>
        <w:gridCol w:w="108"/>
        <w:gridCol w:w="5342"/>
        <w:gridCol w:w="4378"/>
        <w:gridCol w:w="263"/>
        <w:gridCol w:w="672"/>
      </w:tblGrid>
      <w:tr w:rsidR="00CA047E" w:rsidRPr="006073A2" w:rsidTr="00AC3341">
        <w:tc>
          <w:tcPr>
            <w:tcW w:w="10091" w:type="dxa"/>
            <w:gridSpan w:val="4"/>
            <w:shd w:val="clear" w:color="auto" w:fill="auto"/>
          </w:tcPr>
          <w:p w:rsidR="00CA047E" w:rsidRPr="00872F56" w:rsidRDefault="00872F56" w:rsidP="00341011">
            <w:pPr>
              <w:rPr>
                <w:b/>
                <w:bCs/>
                <w:sz w:val="36"/>
                <w:szCs w:val="36"/>
              </w:rPr>
            </w:pPr>
            <w:r w:rsidRPr="00872F56">
              <w:rPr>
                <w:b/>
                <w:bCs/>
                <w:sz w:val="36"/>
                <w:szCs w:val="36"/>
              </w:rPr>
              <w:t xml:space="preserve">                               </w:t>
            </w:r>
          </w:p>
        </w:tc>
        <w:tc>
          <w:tcPr>
            <w:tcW w:w="672" w:type="dxa"/>
            <w:shd w:val="clear" w:color="auto" w:fill="auto"/>
          </w:tcPr>
          <w:p w:rsidR="00CA047E" w:rsidRPr="006073A2" w:rsidRDefault="00CA047E" w:rsidP="009F7613">
            <w:pPr>
              <w:jc w:val="both"/>
            </w:pPr>
          </w:p>
        </w:tc>
      </w:tr>
      <w:tr w:rsidR="00545BE5" w:rsidRPr="005B00D1" w:rsidTr="008502D4">
        <w:tblPrEx>
          <w:tblLook w:val="0000" w:firstRow="0" w:lastRow="0" w:firstColumn="0" w:lastColumn="0" w:noHBand="0" w:noVBand="0"/>
        </w:tblPrEx>
        <w:trPr>
          <w:gridBefore w:val="1"/>
          <w:gridAfter w:val="2"/>
          <w:wBefore w:w="108" w:type="dxa"/>
          <w:wAfter w:w="935" w:type="dxa"/>
          <w:trHeight w:val="472"/>
        </w:trPr>
        <w:tc>
          <w:tcPr>
            <w:tcW w:w="5342" w:type="dxa"/>
          </w:tcPr>
          <w:p w:rsidR="00545BE5" w:rsidRDefault="00545BE5" w:rsidP="008502D4">
            <w:bookmarkStart w:id="0" w:name="_Hlk35887199"/>
            <w:r>
              <w:t xml:space="preserve">UAB „Inkomsta &amp; Co“ </w:t>
            </w:r>
          </w:p>
          <w:p w:rsidR="00545BE5" w:rsidRDefault="00545BE5" w:rsidP="008502D4">
            <w:r>
              <w:t>El.p.: company</w:t>
            </w:r>
            <w:r w:rsidRPr="00144F5A">
              <w:t>@inkomsta.lt</w:t>
            </w:r>
          </w:p>
          <w:p w:rsidR="00545BE5" w:rsidRPr="005B00D1" w:rsidRDefault="00545BE5" w:rsidP="008502D4"/>
          <w:p w:rsidR="00545BE5" w:rsidRDefault="00545BE5" w:rsidP="008502D4"/>
          <w:p w:rsidR="00545BE5" w:rsidRDefault="00545BE5" w:rsidP="008502D4"/>
          <w:p w:rsidR="00545BE5" w:rsidRPr="005B00D1" w:rsidRDefault="00545BE5" w:rsidP="008502D4"/>
        </w:tc>
        <w:tc>
          <w:tcPr>
            <w:tcW w:w="4378" w:type="dxa"/>
          </w:tcPr>
          <w:p w:rsidR="00545BE5" w:rsidRPr="005B00D1" w:rsidRDefault="00545BE5" w:rsidP="008502D4">
            <w:pPr>
              <w:pStyle w:val="statymopavad"/>
              <w:spacing w:line="240" w:lineRule="auto"/>
              <w:ind w:firstLine="0"/>
              <w:jc w:val="both"/>
              <w:rPr>
                <w:rFonts w:ascii="Times New Roman" w:hAnsi="Times New Roman"/>
                <w:caps w:val="0"/>
                <w:szCs w:val="24"/>
              </w:rPr>
            </w:pPr>
          </w:p>
        </w:tc>
      </w:tr>
    </w:tbl>
    <w:p w:rsidR="00545BE5" w:rsidRPr="00363B04" w:rsidRDefault="00363B04" w:rsidP="00363B04">
      <w:pPr>
        <w:ind w:firstLine="720"/>
        <w:rPr>
          <w:b/>
          <w:caps/>
          <w:sz w:val="28"/>
          <w:szCs w:val="28"/>
        </w:rPr>
      </w:pPr>
      <w:r>
        <w:rPr>
          <w:b/>
          <w:sz w:val="28"/>
          <w:szCs w:val="28"/>
        </w:rPr>
        <w:t xml:space="preserve">     </w:t>
      </w:r>
      <w:r w:rsidR="00545BE5" w:rsidRPr="00363B04">
        <w:rPr>
          <w:b/>
          <w:sz w:val="28"/>
          <w:szCs w:val="28"/>
        </w:rPr>
        <w:t xml:space="preserve">PAŽYMA – ATSILIEPIMAS </w:t>
      </w:r>
      <w:r w:rsidR="00545BE5" w:rsidRPr="00363B04">
        <w:rPr>
          <w:b/>
          <w:caps/>
          <w:sz w:val="28"/>
          <w:szCs w:val="28"/>
        </w:rPr>
        <w:t>apie Įvykdytą sutartį</w:t>
      </w:r>
    </w:p>
    <w:p w:rsidR="00545BE5" w:rsidRPr="00363B04" w:rsidRDefault="00545BE5" w:rsidP="00545BE5">
      <w:pPr>
        <w:ind w:firstLine="720"/>
        <w:jc w:val="center"/>
        <w:rPr>
          <w:b/>
          <w:sz w:val="28"/>
          <w:szCs w:val="28"/>
          <w:lang w:eastAsia="lt-LT"/>
        </w:rPr>
      </w:pPr>
    </w:p>
    <w:p w:rsidR="00545BE5" w:rsidRDefault="00545BE5" w:rsidP="00545BE5">
      <w:pPr>
        <w:ind w:firstLine="720"/>
        <w:jc w:val="both"/>
      </w:pPr>
    </w:p>
    <w:p w:rsidR="00545BE5" w:rsidRPr="00F8017E" w:rsidRDefault="00545BE5" w:rsidP="00545BE5">
      <w:pPr>
        <w:autoSpaceDE w:val="0"/>
        <w:autoSpaceDN w:val="0"/>
        <w:adjustRightInd w:val="0"/>
        <w:ind w:firstLine="1134"/>
        <w:jc w:val="both"/>
        <w:rPr>
          <w:rFonts w:ascii="TimesNewRomanPSMT" w:hAnsi="TimesNewRomanPSMT" w:cs="TimesNewRomanPSMT"/>
          <w:sz w:val="20"/>
          <w:szCs w:val="20"/>
          <w:lang w:eastAsia="lt-LT"/>
        </w:rPr>
      </w:pPr>
      <w:r w:rsidRPr="00752AF4">
        <w:t>UAB „Inkomsta</w:t>
      </w:r>
      <w:r>
        <w:t xml:space="preserve"> </w:t>
      </w:r>
      <w:r w:rsidRPr="00752AF4">
        <w:t>&amp;</w:t>
      </w:r>
      <w:r>
        <w:t xml:space="preserve"> </w:t>
      </w:r>
      <w:r w:rsidRPr="00752AF4">
        <w:t>Co“ (įmonės kodas 302545454) pagal 202</w:t>
      </w:r>
      <w:r>
        <w:t>3</w:t>
      </w:r>
      <w:r w:rsidRPr="00752AF4">
        <w:t xml:space="preserve"> m. </w:t>
      </w:r>
      <w:r>
        <w:t xml:space="preserve">kovo 15 d. Rangos darbų sutartį </w:t>
      </w:r>
      <w:r w:rsidRPr="00FB7192">
        <w:t xml:space="preserve">Nr. </w:t>
      </w:r>
      <w:r>
        <w:t>AS-573</w:t>
      </w:r>
      <w:r w:rsidRPr="00752AF4">
        <w:t xml:space="preserve"> „</w:t>
      </w:r>
      <w:r w:rsidRPr="00F8017E">
        <w:t>Klaipėdos rajono savivaldybės Dauparų-Kvietinių sen. SB „Vaiteliai“ esančių Miškų al. (KL8102) ir Akacijų al. (KL8103) kapitalinis remontas ir nuovažos iš krašto kelio Gargždai-Kretinga (Nr. 216) 9,083 km dešinėje pusėje paprastasis remontas</w:t>
      </w:r>
      <w:r w:rsidRPr="00FB7192">
        <w:t xml:space="preserve">“ vykdė darbus. Darbai pagal sutartį yra pilnai užbaigti. Pagal sutartį atlikta darbų už </w:t>
      </w:r>
      <w:r w:rsidRPr="00B262FA">
        <w:t>782</w:t>
      </w:r>
      <w:r>
        <w:t>.</w:t>
      </w:r>
      <w:r w:rsidRPr="00B262FA">
        <w:t>718,37</w:t>
      </w:r>
      <w:r w:rsidRPr="00C87D20">
        <w:t xml:space="preserve"> Eur su PVM.</w:t>
      </w:r>
      <w:r w:rsidRPr="00FB7192">
        <w:t xml:space="preserve"> </w:t>
      </w:r>
    </w:p>
    <w:p w:rsidR="00545BE5" w:rsidRPr="00752AF4" w:rsidRDefault="00545BE5" w:rsidP="00545BE5">
      <w:pPr>
        <w:ind w:firstLine="1134"/>
        <w:jc w:val="both"/>
      </w:pPr>
      <w:r w:rsidRPr="00FB7192">
        <w:t>Darbų pradžia: 202</w:t>
      </w:r>
      <w:r>
        <w:t>3 kovo</w:t>
      </w:r>
      <w:r w:rsidRPr="00FB7192">
        <w:t xml:space="preserve"> mėn., darbų pabaiga: 2023 m. </w:t>
      </w:r>
      <w:r>
        <w:t>gruodžio</w:t>
      </w:r>
      <w:r w:rsidRPr="00FB7192">
        <w:t xml:space="preserve"> mėn.</w:t>
      </w:r>
    </w:p>
    <w:p w:rsidR="00545BE5" w:rsidRPr="00752AF4" w:rsidRDefault="00545BE5" w:rsidP="00545BE5">
      <w:pPr>
        <w:ind w:firstLine="1134"/>
        <w:jc w:val="both"/>
      </w:pPr>
      <w:r w:rsidRPr="00752AF4">
        <w:t>Techninės priežiūros vykdytojas parašu patvirtin</w:t>
      </w:r>
      <w:r>
        <w:t>o</w:t>
      </w:r>
      <w:r w:rsidRPr="00752AF4">
        <w:t xml:space="preserve">, kad darbai atlikti kokybiškai pagal galiojančių teisės aktų, reglamentuojančių darbų atlikimą, reikalavimus ir </w:t>
      </w:r>
      <w:r>
        <w:t xml:space="preserve">yra </w:t>
      </w:r>
      <w:r w:rsidRPr="00752AF4">
        <w:t>tinkamai užbaigti.</w:t>
      </w:r>
      <w:r w:rsidRPr="00FF0DD7">
        <w:t xml:space="preserve"> </w:t>
      </w:r>
    </w:p>
    <w:bookmarkEnd w:id="0"/>
    <w:p w:rsidR="00545BE5" w:rsidRDefault="00545BE5" w:rsidP="00545BE5">
      <w:pPr>
        <w:ind w:firstLine="1134"/>
        <w:jc w:val="both"/>
        <w:rPr>
          <w:lang w:eastAsia="lt-LT"/>
        </w:rPr>
      </w:pPr>
    </w:p>
    <w:p w:rsidR="00545BE5" w:rsidRDefault="00545BE5" w:rsidP="00545BE5">
      <w:pPr>
        <w:ind w:firstLine="1134"/>
        <w:jc w:val="both"/>
        <w:rPr>
          <w:lang w:eastAsia="lt-LT"/>
        </w:rPr>
      </w:pPr>
    </w:p>
    <w:p w:rsidR="00545BE5" w:rsidRPr="00861ADB" w:rsidRDefault="00545BE5" w:rsidP="00545BE5">
      <w:pPr>
        <w:ind w:firstLine="1134"/>
        <w:jc w:val="both"/>
        <w:rPr>
          <w:lang w:eastAsia="lt-LT"/>
        </w:rPr>
      </w:pPr>
    </w:p>
    <w:p w:rsidR="00545BE5" w:rsidRDefault="00545BE5" w:rsidP="00545BE5">
      <w:pPr>
        <w:ind w:firstLine="1134"/>
        <w:jc w:val="both"/>
      </w:pPr>
    </w:p>
    <w:p w:rsidR="00545BE5" w:rsidRDefault="00545BE5" w:rsidP="00545BE5">
      <w:pPr>
        <w:ind w:firstLine="1134"/>
        <w:jc w:val="both"/>
      </w:pPr>
    </w:p>
    <w:p w:rsidR="00545BE5" w:rsidRDefault="00545BE5" w:rsidP="00545BE5">
      <w:pPr>
        <w:ind w:firstLine="1134"/>
        <w:jc w:val="both"/>
      </w:pPr>
    </w:p>
    <w:p w:rsidR="00AC3341" w:rsidRPr="002D58CF" w:rsidRDefault="00AC3341" w:rsidP="00AC3341">
      <w:pPr>
        <w:spacing w:line="360" w:lineRule="auto"/>
        <w:ind w:right="432"/>
        <w:jc w:val="both"/>
        <w:rPr>
          <w:rFonts w:ascii="Arial" w:hAnsi="Arial" w:cs="Arial"/>
        </w:rPr>
      </w:pPr>
    </w:p>
    <w:p w:rsidR="00AC3341" w:rsidRPr="004F07D5" w:rsidRDefault="00AC3341" w:rsidP="00D746F6"/>
    <w:p w:rsidR="002F0682" w:rsidRDefault="008725F0" w:rsidP="00BE4316">
      <w:r>
        <w:t>Administracijos direktorius</w:t>
      </w:r>
      <w:r w:rsidR="00045560">
        <w:tab/>
      </w:r>
      <w:r w:rsidR="00045560">
        <w:tab/>
      </w:r>
      <w:r w:rsidR="00045560">
        <w:tab/>
      </w:r>
      <w:r w:rsidR="00045560">
        <w:tab/>
      </w:r>
      <w:r>
        <w:t xml:space="preserve"> Sigitas Karbauskas</w:t>
      </w:r>
    </w:p>
    <w:p w:rsidR="002F0682" w:rsidRDefault="002F0682" w:rsidP="00BE4316"/>
    <w:p w:rsidR="00E76AE8" w:rsidRDefault="00E76AE8" w:rsidP="00BE4316"/>
    <w:p w:rsidR="00E76AE8" w:rsidRDefault="00E76AE8" w:rsidP="00BE4316"/>
    <w:p w:rsidR="00E76AE8" w:rsidRDefault="00E76AE8" w:rsidP="00BE4316"/>
    <w:p w:rsidR="00BE4316" w:rsidRDefault="00BE4316" w:rsidP="00BE4316"/>
    <w:p w:rsidR="00045560" w:rsidRDefault="00045560" w:rsidP="00BE4316"/>
    <w:p w:rsidR="00045560" w:rsidRDefault="00045560" w:rsidP="00BE4316"/>
    <w:p w:rsidR="00045560" w:rsidRDefault="00045560" w:rsidP="00BE4316"/>
    <w:p w:rsidR="00045560" w:rsidRDefault="00045560" w:rsidP="00BE4316"/>
    <w:p w:rsidR="00BE4316" w:rsidRPr="009B4694" w:rsidRDefault="009A2984" w:rsidP="009B4694">
      <w:pPr>
        <w:tabs>
          <w:tab w:val="left" w:pos="1134"/>
          <w:tab w:val="left" w:pos="1418"/>
          <w:tab w:val="left" w:pos="1701"/>
        </w:tabs>
        <w:jc w:val="both"/>
        <w:rPr>
          <w:color w:val="0000FF"/>
          <w:u w:val="single"/>
        </w:rPr>
      </w:pPr>
      <w:r>
        <w:t>Vitas Ramanauskas</w:t>
      </w:r>
      <w:r w:rsidR="009B4694" w:rsidRPr="006073A2">
        <w:t xml:space="preserve">, tel. </w:t>
      </w:r>
      <w:r w:rsidR="009B4694">
        <w:t>8</w:t>
      </w:r>
      <w:r>
        <w:t> </w:t>
      </w:r>
      <w:r w:rsidR="009B4694">
        <w:t>6</w:t>
      </w:r>
      <w:r>
        <w:t>73 28949</w:t>
      </w:r>
      <w:r w:rsidR="009B4694">
        <w:t xml:space="preserve">, </w:t>
      </w:r>
      <w:r w:rsidR="009B4694" w:rsidRPr="006073A2">
        <w:t xml:space="preserve">el. p. </w:t>
      </w:r>
      <w:hyperlink r:id="rId9" w:history="1">
        <w:r w:rsidR="00FD6A89" w:rsidRPr="008B4A9B">
          <w:rPr>
            <w:rStyle w:val="Hipersaitas"/>
          </w:rPr>
          <w:t>vitas.ramanauskas@klaipedos-r.lt</w:t>
        </w:r>
      </w:hyperlink>
    </w:p>
    <w:sectPr w:rsidR="00BE4316" w:rsidRPr="009B4694" w:rsidSect="003063A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continuous"/>
      <w:pgSz w:w="11906" w:h="16838" w:code="9"/>
      <w:pgMar w:top="851" w:right="567" w:bottom="0" w:left="1418" w:header="0" w:footer="11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0F75FC" w:rsidRDefault="000F75FC" w:rsidP="00F3669A">
      <w:r>
        <w:separator/>
      </w:r>
    </w:p>
  </w:endnote>
  <w:endnote w:type="continuationSeparator" w:id="0">
    <w:p w:rsidR="000F75FC" w:rsidRDefault="000F75FC" w:rsidP="00F366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imesLT">
    <w:altName w:val="Times New Roman"/>
    <w:charset w:val="BA"/>
    <w:family w:val="roman"/>
    <w:pitch w:val="variable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HelveticaLT">
    <w:altName w:val="Arial"/>
    <w:charset w:val="00"/>
    <w:family w:val="auto"/>
    <w:pitch w:val="variable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8C6F42" w:rsidRDefault="008C6F42">
    <w:pPr>
      <w:pStyle w:val="Por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8C6F42" w:rsidRDefault="008C6F42">
    <w:pPr>
      <w:pStyle w:val="Por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3063A4" w:rsidRDefault="003063A4" w:rsidP="003063A4">
    <w:pPr>
      <w:pStyle w:val="Porat"/>
      <w:tabs>
        <w:tab w:val="clear" w:pos="4680"/>
        <w:tab w:val="clear" w:pos="9360"/>
        <w:tab w:val="left" w:pos="2730"/>
      </w:tabs>
      <w:rPr>
        <w:sz w:val="20"/>
        <w:szCs w:val="20"/>
        <w:lang w:val="en-US"/>
      </w:rPr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2B3C0EE1" wp14:editId="74C7FEF5">
              <wp:simplePos x="0" y="0"/>
              <wp:positionH relativeFrom="margin">
                <wp:posOffset>-738505</wp:posOffset>
              </wp:positionH>
              <wp:positionV relativeFrom="paragraph">
                <wp:posOffset>156211</wp:posOffset>
              </wp:positionV>
              <wp:extent cx="7239000" cy="19050"/>
              <wp:effectExtent l="0" t="0" r="19050" b="19050"/>
              <wp:wrapNone/>
              <wp:docPr id="3" name="Tiesioji jungtis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239000" cy="1905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ED953C1" id="Tiesioji jungtis 3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58.15pt,12.3pt" to="511.85pt,1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" strokecolor="black [3200]" strokeweight=".5pt">
              <v:stroke joinstyle="miter"/>
              <w10:wrap anchorx="margin"/>
            </v:line>
          </w:pict>
        </mc:Fallback>
      </mc:AlternateContent>
    </w:r>
  </w:p>
  <w:p w:rsidR="003063A4" w:rsidRDefault="003063A4" w:rsidP="003063A4">
    <w:pPr>
      <w:pStyle w:val="Porat"/>
      <w:tabs>
        <w:tab w:val="clear" w:pos="4680"/>
        <w:tab w:val="clear" w:pos="9360"/>
        <w:tab w:val="left" w:pos="2730"/>
      </w:tabs>
      <w:ind w:hanging="1134"/>
      <w:rPr>
        <w:sz w:val="20"/>
        <w:szCs w:val="20"/>
        <w:lang w:val="en-US"/>
      </w:rPr>
    </w:pPr>
    <w:r>
      <w:rPr>
        <w:noProof/>
        <w:lang w:val="en-US"/>
      </w:rPr>
      <w:drawing>
        <wp:anchor distT="0" distB="0" distL="114300" distR="114300" simplePos="0" relativeHeight="251665408" behindDoc="1" locked="0" layoutInCell="1" allowOverlap="1" wp14:anchorId="1CDA63EB" wp14:editId="0137E79F">
          <wp:simplePos x="0" y="0"/>
          <wp:positionH relativeFrom="margin">
            <wp:posOffset>4738370</wp:posOffset>
          </wp:positionH>
          <wp:positionV relativeFrom="paragraph">
            <wp:posOffset>5080</wp:posOffset>
          </wp:positionV>
          <wp:extent cx="1790700" cy="885825"/>
          <wp:effectExtent l="0" t="0" r="0" b="9525"/>
          <wp:wrapNone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H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90700" cy="8858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3063A4" w:rsidRPr="006073A2" w:rsidRDefault="00733C69" w:rsidP="003063A4">
    <w:pPr>
      <w:pStyle w:val="Porat"/>
      <w:tabs>
        <w:tab w:val="clear" w:pos="4680"/>
        <w:tab w:val="clear" w:pos="9360"/>
        <w:tab w:val="left" w:pos="2730"/>
      </w:tabs>
      <w:ind w:hanging="1134"/>
      <w:rPr>
        <w:sz w:val="20"/>
        <w:szCs w:val="20"/>
      </w:rPr>
    </w:pPr>
    <w:r>
      <w:rPr>
        <w:sz w:val="20"/>
        <w:szCs w:val="20"/>
      </w:rPr>
      <w:t xml:space="preserve">        </w:t>
    </w:r>
    <w:r w:rsidR="003063A4" w:rsidRPr="006073A2">
      <w:rPr>
        <w:sz w:val="20"/>
        <w:szCs w:val="20"/>
      </w:rPr>
      <w:t>Biudžetinė įstaiga</w:t>
    </w:r>
    <w:r w:rsidR="003063A4" w:rsidRPr="006073A2">
      <w:rPr>
        <w:sz w:val="20"/>
        <w:szCs w:val="20"/>
      </w:rPr>
      <w:tab/>
    </w:r>
    <w:r w:rsidR="003063A4">
      <w:rPr>
        <w:sz w:val="20"/>
        <w:szCs w:val="20"/>
      </w:rPr>
      <w:tab/>
    </w:r>
    <w:r w:rsidR="003063A4" w:rsidRPr="006073A2">
      <w:rPr>
        <w:sz w:val="20"/>
        <w:szCs w:val="20"/>
      </w:rPr>
      <w:t>Duomenys kaupiami ir saugomi</w:t>
    </w:r>
    <w:r w:rsidR="003063A4">
      <w:rPr>
        <w:sz w:val="20"/>
        <w:szCs w:val="20"/>
      </w:rPr>
      <w:t xml:space="preserve">                         </w:t>
    </w:r>
  </w:p>
  <w:p w:rsidR="003063A4" w:rsidRPr="006073A2" w:rsidRDefault="00733C69" w:rsidP="003063A4">
    <w:pPr>
      <w:pStyle w:val="Porat"/>
      <w:tabs>
        <w:tab w:val="clear" w:pos="4680"/>
        <w:tab w:val="clear" w:pos="9360"/>
        <w:tab w:val="left" w:pos="2730"/>
        <w:tab w:val="left" w:pos="9126"/>
      </w:tabs>
      <w:ind w:hanging="1134"/>
      <w:rPr>
        <w:sz w:val="20"/>
        <w:szCs w:val="20"/>
      </w:rPr>
    </w:pPr>
    <w:r>
      <w:rPr>
        <w:sz w:val="20"/>
        <w:szCs w:val="20"/>
      </w:rPr>
      <w:t xml:space="preserve">        </w:t>
    </w:r>
    <w:r w:rsidR="003063A4" w:rsidRPr="006073A2">
      <w:rPr>
        <w:sz w:val="20"/>
        <w:szCs w:val="20"/>
      </w:rPr>
      <w:t>Klaipėdos g. 2, LT-96130,  Gargždai</w:t>
    </w:r>
    <w:r w:rsidR="003063A4" w:rsidRPr="006073A2">
      <w:rPr>
        <w:sz w:val="20"/>
        <w:szCs w:val="20"/>
      </w:rPr>
      <w:tab/>
    </w:r>
    <w:r w:rsidR="003063A4">
      <w:rPr>
        <w:sz w:val="20"/>
        <w:szCs w:val="20"/>
      </w:rPr>
      <w:t xml:space="preserve">                       </w:t>
    </w:r>
    <w:r w:rsidR="003063A4" w:rsidRPr="006073A2">
      <w:rPr>
        <w:sz w:val="20"/>
        <w:szCs w:val="20"/>
      </w:rPr>
      <w:t>Juridinių asmenų registre</w:t>
    </w:r>
    <w:r w:rsidR="003063A4" w:rsidRPr="006073A2">
      <w:rPr>
        <w:sz w:val="20"/>
        <w:szCs w:val="20"/>
      </w:rPr>
      <w:tab/>
    </w:r>
  </w:p>
  <w:p w:rsidR="003063A4" w:rsidRPr="006073A2" w:rsidRDefault="00733C69" w:rsidP="003063A4">
    <w:pPr>
      <w:pStyle w:val="Porat"/>
      <w:tabs>
        <w:tab w:val="clear" w:pos="4680"/>
        <w:tab w:val="clear" w:pos="9360"/>
        <w:tab w:val="left" w:pos="2730"/>
        <w:tab w:val="left" w:pos="8640"/>
        <w:tab w:val="left" w:pos="9126"/>
      </w:tabs>
      <w:ind w:hanging="1134"/>
      <w:rPr>
        <w:sz w:val="20"/>
        <w:szCs w:val="20"/>
      </w:rPr>
    </w:pPr>
    <w:r>
      <w:rPr>
        <w:sz w:val="20"/>
        <w:szCs w:val="20"/>
      </w:rPr>
      <w:t xml:space="preserve">        </w:t>
    </w:r>
    <w:r w:rsidR="003063A4" w:rsidRPr="006073A2">
      <w:rPr>
        <w:sz w:val="20"/>
        <w:szCs w:val="20"/>
      </w:rPr>
      <w:t xml:space="preserve">Tel. (8 46) </w:t>
    </w:r>
    <w:r w:rsidR="003063A4">
      <w:rPr>
        <w:sz w:val="20"/>
        <w:szCs w:val="20"/>
      </w:rPr>
      <w:t xml:space="preserve"> </w:t>
    </w:r>
    <w:r w:rsidR="003063A4" w:rsidRPr="006073A2">
      <w:rPr>
        <w:sz w:val="20"/>
        <w:szCs w:val="20"/>
      </w:rPr>
      <w:t>2</w:t>
    </w:r>
    <w:r w:rsidR="008C6F42">
      <w:rPr>
        <w:sz w:val="20"/>
        <w:szCs w:val="20"/>
      </w:rPr>
      <w:t>1</w:t>
    </w:r>
    <w:r w:rsidR="003063A4" w:rsidRPr="006073A2">
      <w:rPr>
        <w:sz w:val="20"/>
        <w:szCs w:val="20"/>
      </w:rPr>
      <w:t xml:space="preserve"> 11 16 </w:t>
    </w:r>
    <w:r w:rsidR="003063A4" w:rsidRPr="006073A2">
      <w:rPr>
        <w:sz w:val="20"/>
        <w:szCs w:val="20"/>
      </w:rPr>
      <w:tab/>
    </w:r>
    <w:r w:rsidR="003063A4">
      <w:rPr>
        <w:sz w:val="20"/>
        <w:szCs w:val="20"/>
      </w:rPr>
      <w:t xml:space="preserve">                       </w:t>
    </w:r>
    <w:r w:rsidR="003063A4" w:rsidRPr="006073A2">
      <w:rPr>
        <w:sz w:val="20"/>
        <w:szCs w:val="20"/>
      </w:rPr>
      <w:t xml:space="preserve">Kodas </w:t>
    </w:r>
    <w:r w:rsidR="003063A4" w:rsidRPr="006073A2">
      <w:rPr>
        <w:sz w:val="20"/>
        <w:szCs w:val="20"/>
        <w:shd w:val="clear" w:color="auto" w:fill="FFFFFF"/>
      </w:rPr>
      <w:t> 188773688</w:t>
    </w:r>
  </w:p>
  <w:p w:rsidR="003063A4" w:rsidRPr="0067179D" w:rsidRDefault="00733C69" w:rsidP="00733C69">
    <w:pPr>
      <w:pStyle w:val="Porat"/>
      <w:tabs>
        <w:tab w:val="right" w:pos="9638"/>
      </w:tabs>
      <w:ind w:hanging="1134"/>
    </w:pPr>
    <w:r>
      <w:rPr>
        <w:sz w:val="20"/>
        <w:szCs w:val="20"/>
      </w:rPr>
      <w:t xml:space="preserve">        </w:t>
    </w:r>
    <w:r w:rsidR="003063A4" w:rsidRPr="006073A2">
      <w:rPr>
        <w:sz w:val="20"/>
        <w:szCs w:val="20"/>
      </w:rPr>
      <w:t xml:space="preserve">El. paštas </w:t>
    </w:r>
    <w:hyperlink r:id="rId2" w:history="1">
      <w:r w:rsidR="003063A4" w:rsidRPr="006073A2">
        <w:rPr>
          <w:rStyle w:val="Hipersaitas"/>
          <w:sz w:val="20"/>
          <w:szCs w:val="20"/>
        </w:rPr>
        <w:t>savivaldybe@klaipedos-r.lt</w:t>
      </w:r>
    </w:hyperlink>
    <w:r w:rsidR="003063A4" w:rsidRPr="006073A2">
      <w:rPr>
        <w:sz w:val="20"/>
        <w:szCs w:val="20"/>
      </w:rPr>
      <w:t xml:space="preserve">                </w:t>
    </w:r>
    <w:r w:rsidR="003063A4">
      <w:rPr>
        <w:sz w:val="20"/>
        <w:szCs w:val="20"/>
      </w:rPr>
      <w:t xml:space="preserve">                </w:t>
    </w:r>
    <w:r w:rsidR="003063A4" w:rsidRPr="006073A2">
      <w:rPr>
        <w:sz w:val="20"/>
        <w:szCs w:val="20"/>
      </w:rPr>
      <w:t>www.klaipedos-r.lt</w:t>
    </w:r>
    <w:r w:rsidR="003063A4" w:rsidRPr="006073A2">
      <w:tab/>
    </w:r>
    <w:r w:rsidR="003063A4" w:rsidRPr="0067179D">
      <w:tab/>
    </w:r>
    <w:r w:rsidR="003063A4" w:rsidRPr="0067179D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0F75FC" w:rsidRDefault="000F75FC" w:rsidP="00F3669A">
      <w:r>
        <w:separator/>
      </w:r>
    </w:p>
  </w:footnote>
  <w:footnote w:type="continuationSeparator" w:id="0">
    <w:p w:rsidR="000F75FC" w:rsidRDefault="000F75FC" w:rsidP="00F366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8C6F42" w:rsidRDefault="008C6F42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8C6F42" w:rsidRDefault="008C6F42">
    <w:pPr>
      <w:pStyle w:val="Antrats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8C6F42" w:rsidRDefault="008C6F42">
    <w:pPr>
      <w:pStyle w:val="Antrat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044536"/>
    <w:multiLevelType w:val="hybridMultilevel"/>
    <w:tmpl w:val="0354EDB2"/>
    <w:lvl w:ilvl="0" w:tplc="49E43FC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2A1F14FD"/>
    <w:multiLevelType w:val="hybridMultilevel"/>
    <w:tmpl w:val="E32819FC"/>
    <w:lvl w:ilvl="0" w:tplc="8DA4424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0A13EAF"/>
    <w:multiLevelType w:val="hybridMultilevel"/>
    <w:tmpl w:val="D6F2C1B8"/>
    <w:lvl w:ilvl="0" w:tplc="2B56F06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357D4B77"/>
    <w:multiLevelType w:val="hybridMultilevel"/>
    <w:tmpl w:val="58FC47BA"/>
    <w:lvl w:ilvl="0" w:tplc="0427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D938B7"/>
    <w:multiLevelType w:val="hybridMultilevel"/>
    <w:tmpl w:val="DC8EBE40"/>
    <w:lvl w:ilvl="0" w:tplc="A5D211B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E5B591F"/>
    <w:multiLevelType w:val="hybridMultilevel"/>
    <w:tmpl w:val="9BA0E51C"/>
    <w:lvl w:ilvl="0" w:tplc="4FC496A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45603A8B"/>
    <w:multiLevelType w:val="hybridMultilevel"/>
    <w:tmpl w:val="B79A1E3A"/>
    <w:lvl w:ilvl="0" w:tplc="5AB6919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B0D3B81"/>
    <w:multiLevelType w:val="multilevel"/>
    <w:tmpl w:val="32EAA5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8" w15:restartNumberingAfterBreak="0">
    <w:nsid w:val="6FDB039D"/>
    <w:multiLevelType w:val="hybridMultilevel"/>
    <w:tmpl w:val="BBFC67CC"/>
    <w:lvl w:ilvl="0" w:tplc="E18676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789" w:hanging="360"/>
      </w:pPr>
    </w:lvl>
    <w:lvl w:ilvl="2" w:tplc="0427001B" w:tentative="1">
      <w:start w:val="1"/>
      <w:numFmt w:val="lowerRoman"/>
      <w:lvlText w:val="%3."/>
      <w:lvlJc w:val="right"/>
      <w:pPr>
        <w:ind w:left="2509" w:hanging="180"/>
      </w:pPr>
    </w:lvl>
    <w:lvl w:ilvl="3" w:tplc="0427000F" w:tentative="1">
      <w:start w:val="1"/>
      <w:numFmt w:val="decimal"/>
      <w:lvlText w:val="%4."/>
      <w:lvlJc w:val="left"/>
      <w:pPr>
        <w:ind w:left="3229" w:hanging="360"/>
      </w:pPr>
    </w:lvl>
    <w:lvl w:ilvl="4" w:tplc="04270019" w:tentative="1">
      <w:start w:val="1"/>
      <w:numFmt w:val="lowerLetter"/>
      <w:lvlText w:val="%5."/>
      <w:lvlJc w:val="left"/>
      <w:pPr>
        <w:ind w:left="3949" w:hanging="360"/>
      </w:pPr>
    </w:lvl>
    <w:lvl w:ilvl="5" w:tplc="0427001B" w:tentative="1">
      <w:start w:val="1"/>
      <w:numFmt w:val="lowerRoman"/>
      <w:lvlText w:val="%6."/>
      <w:lvlJc w:val="right"/>
      <w:pPr>
        <w:ind w:left="4669" w:hanging="180"/>
      </w:pPr>
    </w:lvl>
    <w:lvl w:ilvl="6" w:tplc="0427000F" w:tentative="1">
      <w:start w:val="1"/>
      <w:numFmt w:val="decimal"/>
      <w:lvlText w:val="%7."/>
      <w:lvlJc w:val="left"/>
      <w:pPr>
        <w:ind w:left="5389" w:hanging="360"/>
      </w:pPr>
    </w:lvl>
    <w:lvl w:ilvl="7" w:tplc="04270019" w:tentative="1">
      <w:start w:val="1"/>
      <w:numFmt w:val="lowerLetter"/>
      <w:lvlText w:val="%8."/>
      <w:lvlJc w:val="left"/>
      <w:pPr>
        <w:ind w:left="6109" w:hanging="360"/>
      </w:pPr>
    </w:lvl>
    <w:lvl w:ilvl="8" w:tplc="042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7CA93D77"/>
    <w:multiLevelType w:val="hybridMultilevel"/>
    <w:tmpl w:val="A992F180"/>
    <w:lvl w:ilvl="0" w:tplc="0427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76815356">
    <w:abstractNumId w:val="0"/>
  </w:num>
  <w:num w:numId="2" w16cid:durableId="1862280868">
    <w:abstractNumId w:val="2"/>
  </w:num>
  <w:num w:numId="3" w16cid:durableId="2073767496">
    <w:abstractNumId w:val="5"/>
  </w:num>
  <w:num w:numId="4" w16cid:durableId="1983190456">
    <w:abstractNumId w:val="9"/>
  </w:num>
  <w:num w:numId="5" w16cid:durableId="347876719">
    <w:abstractNumId w:val="3"/>
  </w:num>
  <w:num w:numId="6" w16cid:durableId="1901667587">
    <w:abstractNumId w:val="8"/>
  </w:num>
  <w:num w:numId="7" w16cid:durableId="1962690898">
    <w:abstractNumId w:val="6"/>
  </w:num>
  <w:num w:numId="8" w16cid:durableId="2045672060">
    <w:abstractNumId w:val="7"/>
  </w:num>
  <w:num w:numId="9" w16cid:durableId="1123116696">
    <w:abstractNumId w:val="4"/>
  </w:num>
  <w:num w:numId="10" w16cid:durableId="48355096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AES" w:cryptAlgorithmClass="hash" w:cryptAlgorithmType="typeAny" w:cryptAlgorithmSid="14" w:cryptSpinCount="100000" w:hash="5y5g8f8mHOjIQPnwxoKQx+4pbW4mm5oj7tIPBhKk4j/v7UxjEKhSBp8GhE9LJI6YlsIJaj9md8gQPtxr7zH8Rw==" w:salt="bsVVK4WMe9xGRtuHRkyXxw==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18D9"/>
    <w:rsid w:val="000003F1"/>
    <w:rsid w:val="00003755"/>
    <w:rsid w:val="00003BCB"/>
    <w:rsid w:val="00007819"/>
    <w:rsid w:val="00012987"/>
    <w:rsid w:val="00013BCD"/>
    <w:rsid w:val="00013E8F"/>
    <w:rsid w:val="00015CDC"/>
    <w:rsid w:val="00016DE8"/>
    <w:rsid w:val="000176A5"/>
    <w:rsid w:val="00020519"/>
    <w:rsid w:val="00020E60"/>
    <w:rsid w:val="00020FC9"/>
    <w:rsid w:val="00021A50"/>
    <w:rsid w:val="0002339C"/>
    <w:rsid w:val="0002518A"/>
    <w:rsid w:val="000270AB"/>
    <w:rsid w:val="00030B15"/>
    <w:rsid w:val="00033B73"/>
    <w:rsid w:val="00033D8D"/>
    <w:rsid w:val="00034462"/>
    <w:rsid w:val="00034EE8"/>
    <w:rsid w:val="0003504A"/>
    <w:rsid w:val="000361DC"/>
    <w:rsid w:val="000373F9"/>
    <w:rsid w:val="00040AB4"/>
    <w:rsid w:val="0004445D"/>
    <w:rsid w:val="00044836"/>
    <w:rsid w:val="00045560"/>
    <w:rsid w:val="0004612C"/>
    <w:rsid w:val="00046A87"/>
    <w:rsid w:val="00047351"/>
    <w:rsid w:val="0005188E"/>
    <w:rsid w:val="00051E5B"/>
    <w:rsid w:val="00063A73"/>
    <w:rsid w:val="00065572"/>
    <w:rsid w:val="00065BC8"/>
    <w:rsid w:val="00070CDA"/>
    <w:rsid w:val="00075C0D"/>
    <w:rsid w:val="00076375"/>
    <w:rsid w:val="0007657B"/>
    <w:rsid w:val="00076990"/>
    <w:rsid w:val="000808A9"/>
    <w:rsid w:val="00080DAA"/>
    <w:rsid w:val="000815FF"/>
    <w:rsid w:val="00083E59"/>
    <w:rsid w:val="00085CA7"/>
    <w:rsid w:val="00087326"/>
    <w:rsid w:val="000959A7"/>
    <w:rsid w:val="00095D16"/>
    <w:rsid w:val="000A110E"/>
    <w:rsid w:val="000A24E2"/>
    <w:rsid w:val="000A2600"/>
    <w:rsid w:val="000A2EDF"/>
    <w:rsid w:val="000A3EAA"/>
    <w:rsid w:val="000A7604"/>
    <w:rsid w:val="000B103D"/>
    <w:rsid w:val="000C2816"/>
    <w:rsid w:val="000C4F4E"/>
    <w:rsid w:val="000D05A0"/>
    <w:rsid w:val="000D24DA"/>
    <w:rsid w:val="000E2D28"/>
    <w:rsid w:val="000E2E69"/>
    <w:rsid w:val="000F0292"/>
    <w:rsid w:val="000F75FC"/>
    <w:rsid w:val="00104652"/>
    <w:rsid w:val="00106AD2"/>
    <w:rsid w:val="00106CFC"/>
    <w:rsid w:val="00112FDD"/>
    <w:rsid w:val="00113323"/>
    <w:rsid w:val="0011697E"/>
    <w:rsid w:val="001173B6"/>
    <w:rsid w:val="00127B60"/>
    <w:rsid w:val="00133531"/>
    <w:rsid w:val="00136BE7"/>
    <w:rsid w:val="0014250E"/>
    <w:rsid w:val="00142B14"/>
    <w:rsid w:val="00152674"/>
    <w:rsid w:val="00152BB1"/>
    <w:rsid w:val="00152BE4"/>
    <w:rsid w:val="00152C82"/>
    <w:rsid w:val="0016762F"/>
    <w:rsid w:val="00172665"/>
    <w:rsid w:val="00175C3A"/>
    <w:rsid w:val="00180E70"/>
    <w:rsid w:val="00182082"/>
    <w:rsid w:val="00182BDC"/>
    <w:rsid w:val="00183825"/>
    <w:rsid w:val="00183C9D"/>
    <w:rsid w:val="00190F04"/>
    <w:rsid w:val="001943C3"/>
    <w:rsid w:val="00194468"/>
    <w:rsid w:val="00195E99"/>
    <w:rsid w:val="00197BEE"/>
    <w:rsid w:val="001A49A2"/>
    <w:rsid w:val="001B2094"/>
    <w:rsid w:val="001B522F"/>
    <w:rsid w:val="001B5E4B"/>
    <w:rsid w:val="001B7B04"/>
    <w:rsid w:val="001C1B12"/>
    <w:rsid w:val="001C5296"/>
    <w:rsid w:val="001C6E8A"/>
    <w:rsid w:val="001C7147"/>
    <w:rsid w:val="001C752D"/>
    <w:rsid w:val="001D124F"/>
    <w:rsid w:val="001D1CC7"/>
    <w:rsid w:val="001D1FEF"/>
    <w:rsid w:val="001D3256"/>
    <w:rsid w:val="001D33B8"/>
    <w:rsid w:val="001D5F78"/>
    <w:rsid w:val="001D6AD2"/>
    <w:rsid w:val="001D6BD4"/>
    <w:rsid w:val="001D7B36"/>
    <w:rsid w:val="001E1534"/>
    <w:rsid w:val="001E1807"/>
    <w:rsid w:val="001F0711"/>
    <w:rsid w:val="001F0AD1"/>
    <w:rsid w:val="001F5DB6"/>
    <w:rsid w:val="001F72FA"/>
    <w:rsid w:val="00204B5E"/>
    <w:rsid w:val="00205B9C"/>
    <w:rsid w:val="00207C04"/>
    <w:rsid w:val="002100E9"/>
    <w:rsid w:val="0021453C"/>
    <w:rsid w:val="00215666"/>
    <w:rsid w:val="00216E4C"/>
    <w:rsid w:val="00221EE7"/>
    <w:rsid w:val="00230786"/>
    <w:rsid w:val="00230BEE"/>
    <w:rsid w:val="002325F2"/>
    <w:rsid w:val="002343FD"/>
    <w:rsid w:val="00235A8F"/>
    <w:rsid w:val="0023606D"/>
    <w:rsid w:val="002410E7"/>
    <w:rsid w:val="00243122"/>
    <w:rsid w:val="00247429"/>
    <w:rsid w:val="00247E62"/>
    <w:rsid w:val="0025239D"/>
    <w:rsid w:val="00256E87"/>
    <w:rsid w:val="00257843"/>
    <w:rsid w:val="002602AC"/>
    <w:rsid w:val="00262BC3"/>
    <w:rsid w:val="002656C7"/>
    <w:rsid w:val="00266E26"/>
    <w:rsid w:val="00276057"/>
    <w:rsid w:val="00281E0B"/>
    <w:rsid w:val="00282DAE"/>
    <w:rsid w:val="00283426"/>
    <w:rsid w:val="00283499"/>
    <w:rsid w:val="002860E7"/>
    <w:rsid w:val="00286CAA"/>
    <w:rsid w:val="00286F5A"/>
    <w:rsid w:val="002877DA"/>
    <w:rsid w:val="00287F7D"/>
    <w:rsid w:val="0029593B"/>
    <w:rsid w:val="002A69E3"/>
    <w:rsid w:val="002B0933"/>
    <w:rsid w:val="002B3FA0"/>
    <w:rsid w:val="002B683A"/>
    <w:rsid w:val="002C01B9"/>
    <w:rsid w:val="002C09DC"/>
    <w:rsid w:val="002C1789"/>
    <w:rsid w:val="002C4C28"/>
    <w:rsid w:val="002C6CB7"/>
    <w:rsid w:val="002D5DC9"/>
    <w:rsid w:val="002E13CF"/>
    <w:rsid w:val="002E3E4E"/>
    <w:rsid w:val="002E7C97"/>
    <w:rsid w:val="002E7F79"/>
    <w:rsid w:val="002F0682"/>
    <w:rsid w:val="002F1FC1"/>
    <w:rsid w:val="002F353F"/>
    <w:rsid w:val="002F43AB"/>
    <w:rsid w:val="002F505C"/>
    <w:rsid w:val="002F5B8B"/>
    <w:rsid w:val="003009DA"/>
    <w:rsid w:val="003027F0"/>
    <w:rsid w:val="00305AF2"/>
    <w:rsid w:val="003063A4"/>
    <w:rsid w:val="00307642"/>
    <w:rsid w:val="00307FC2"/>
    <w:rsid w:val="0031441A"/>
    <w:rsid w:val="00315C8F"/>
    <w:rsid w:val="00316B67"/>
    <w:rsid w:val="003178D8"/>
    <w:rsid w:val="00317E6A"/>
    <w:rsid w:val="0032066C"/>
    <w:rsid w:val="0032319B"/>
    <w:rsid w:val="0032756E"/>
    <w:rsid w:val="00331ADA"/>
    <w:rsid w:val="00332D0B"/>
    <w:rsid w:val="003334C6"/>
    <w:rsid w:val="00335DC9"/>
    <w:rsid w:val="00341011"/>
    <w:rsid w:val="00344EAB"/>
    <w:rsid w:val="00345229"/>
    <w:rsid w:val="00347842"/>
    <w:rsid w:val="00347A82"/>
    <w:rsid w:val="00347D33"/>
    <w:rsid w:val="00347FEE"/>
    <w:rsid w:val="00355FAD"/>
    <w:rsid w:val="00357F84"/>
    <w:rsid w:val="00361D3C"/>
    <w:rsid w:val="00363B04"/>
    <w:rsid w:val="00366DC0"/>
    <w:rsid w:val="0036754F"/>
    <w:rsid w:val="00376866"/>
    <w:rsid w:val="003773F1"/>
    <w:rsid w:val="00381AE7"/>
    <w:rsid w:val="00382BA6"/>
    <w:rsid w:val="00383F48"/>
    <w:rsid w:val="00385533"/>
    <w:rsid w:val="00387755"/>
    <w:rsid w:val="003929E9"/>
    <w:rsid w:val="00393559"/>
    <w:rsid w:val="003949FB"/>
    <w:rsid w:val="00394F2F"/>
    <w:rsid w:val="00396A5E"/>
    <w:rsid w:val="003A0987"/>
    <w:rsid w:val="003A0D93"/>
    <w:rsid w:val="003A3BCD"/>
    <w:rsid w:val="003B431B"/>
    <w:rsid w:val="003B707F"/>
    <w:rsid w:val="003C46D2"/>
    <w:rsid w:val="003D0268"/>
    <w:rsid w:val="003D452A"/>
    <w:rsid w:val="003D4F30"/>
    <w:rsid w:val="003D50DE"/>
    <w:rsid w:val="003D58B1"/>
    <w:rsid w:val="003D630F"/>
    <w:rsid w:val="003D78C1"/>
    <w:rsid w:val="003E0CD1"/>
    <w:rsid w:val="003E1DED"/>
    <w:rsid w:val="003E2798"/>
    <w:rsid w:val="003E3E3C"/>
    <w:rsid w:val="003E4322"/>
    <w:rsid w:val="003E4B4F"/>
    <w:rsid w:val="003E50F7"/>
    <w:rsid w:val="003E69F6"/>
    <w:rsid w:val="003F1F5D"/>
    <w:rsid w:val="003F52CB"/>
    <w:rsid w:val="00404D7F"/>
    <w:rsid w:val="00405498"/>
    <w:rsid w:val="004067D3"/>
    <w:rsid w:val="004071E9"/>
    <w:rsid w:val="00411F90"/>
    <w:rsid w:val="00412370"/>
    <w:rsid w:val="004214BD"/>
    <w:rsid w:val="00423ADB"/>
    <w:rsid w:val="00423D81"/>
    <w:rsid w:val="00427C99"/>
    <w:rsid w:val="0043026F"/>
    <w:rsid w:val="00431EB4"/>
    <w:rsid w:val="00445171"/>
    <w:rsid w:val="0045099F"/>
    <w:rsid w:val="0045121A"/>
    <w:rsid w:val="00451E28"/>
    <w:rsid w:val="00452331"/>
    <w:rsid w:val="004527DA"/>
    <w:rsid w:val="00457480"/>
    <w:rsid w:val="004611F8"/>
    <w:rsid w:val="00461EFF"/>
    <w:rsid w:val="004627AB"/>
    <w:rsid w:val="00466B2C"/>
    <w:rsid w:val="0046700A"/>
    <w:rsid w:val="00471FA4"/>
    <w:rsid w:val="004731E9"/>
    <w:rsid w:val="004770AB"/>
    <w:rsid w:val="00480C6A"/>
    <w:rsid w:val="00487565"/>
    <w:rsid w:val="004875F6"/>
    <w:rsid w:val="00487748"/>
    <w:rsid w:val="00490EA9"/>
    <w:rsid w:val="0049280B"/>
    <w:rsid w:val="004929EB"/>
    <w:rsid w:val="00494C96"/>
    <w:rsid w:val="004A0DFB"/>
    <w:rsid w:val="004A40FE"/>
    <w:rsid w:val="004A6212"/>
    <w:rsid w:val="004A7F55"/>
    <w:rsid w:val="004C27C2"/>
    <w:rsid w:val="004C3F57"/>
    <w:rsid w:val="004C67AA"/>
    <w:rsid w:val="004D190F"/>
    <w:rsid w:val="004D2562"/>
    <w:rsid w:val="004D6806"/>
    <w:rsid w:val="004D768C"/>
    <w:rsid w:val="004E0CEF"/>
    <w:rsid w:val="004E0E3C"/>
    <w:rsid w:val="004E2FFB"/>
    <w:rsid w:val="004E38C5"/>
    <w:rsid w:val="004E3A01"/>
    <w:rsid w:val="004E3A9F"/>
    <w:rsid w:val="004E3DEB"/>
    <w:rsid w:val="004E61FA"/>
    <w:rsid w:val="004E759B"/>
    <w:rsid w:val="004E75CD"/>
    <w:rsid w:val="004F07D5"/>
    <w:rsid w:val="004F4204"/>
    <w:rsid w:val="004F61F8"/>
    <w:rsid w:val="004F6370"/>
    <w:rsid w:val="00502ED9"/>
    <w:rsid w:val="00503832"/>
    <w:rsid w:val="0050449C"/>
    <w:rsid w:val="00504744"/>
    <w:rsid w:val="00504A50"/>
    <w:rsid w:val="00512978"/>
    <w:rsid w:val="005134DA"/>
    <w:rsid w:val="00513FF5"/>
    <w:rsid w:val="00516017"/>
    <w:rsid w:val="0053098B"/>
    <w:rsid w:val="0053170F"/>
    <w:rsid w:val="005321DF"/>
    <w:rsid w:val="00535894"/>
    <w:rsid w:val="005368B5"/>
    <w:rsid w:val="00540AAC"/>
    <w:rsid w:val="00544156"/>
    <w:rsid w:val="00545BE5"/>
    <w:rsid w:val="00546E50"/>
    <w:rsid w:val="0055216E"/>
    <w:rsid w:val="0055510C"/>
    <w:rsid w:val="005569E3"/>
    <w:rsid w:val="005579E6"/>
    <w:rsid w:val="00557FDB"/>
    <w:rsid w:val="00560679"/>
    <w:rsid w:val="00563BE8"/>
    <w:rsid w:val="00563E85"/>
    <w:rsid w:val="005653F5"/>
    <w:rsid w:val="00566D21"/>
    <w:rsid w:val="00574DAE"/>
    <w:rsid w:val="00580A3E"/>
    <w:rsid w:val="00595420"/>
    <w:rsid w:val="005972F5"/>
    <w:rsid w:val="005A1EB6"/>
    <w:rsid w:val="005A4201"/>
    <w:rsid w:val="005A4348"/>
    <w:rsid w:val="005A6699"/>
    <w:rsid w:val="005A7BDE"/>
    <w:rsid w:val="005B1E6F"/>
    <w:rsid w:val="005B25F7"/>
    <w:rsid w:val="005B4BFD"/>
    <w:rsid w:val="005B5618"/>
    <w:rsid w:val="005B630C"/>
    <w:rsid w:val="005B7B07"/>
    <w:rsid w:val="005C0412"/>
    <w:rsid w:val="005C73D4"/>
    <w:rsid w:val="005D1F66"/>
    <w:rsid w:val="005D37B7"/>
    <w:rsid w:val="005D48AA"/>
    <w:rsid w:val="005D587A"/>
    <w:rsid w:val="005E3333"/>
    <w:rsid w:val="005E4CC9"/>
    <w:rsid w:val="005F5401"/>
    <w:rsid w:val="00600EC0"/>
    <w:rsid w:val="006037CA"/>
    <w:rsid w:val="006073A2"/>
    <w:rsid w:val="00607E6D"/>
    <w:rsid w:val="00611BF5"/>
    <w:rsid w:val="00612176"/>
    <w:rsid w:val="00616400"/>
    <w:rsid w:val="00617D81"/>
    <w:rsid w:val="0062013E"/>
    <w:rsid w:val="00620224"/>
    <w:rsid w:val="00622D38"/>
    <w:rsid w:val="00625416"/>
    <w:rsid w:val="00627E16"/>
    <w:rsid w:val="006326CA"/>
    <w:rsid w:val="00635E39"/>
    <w:rsid w:val="0064002E"/>
    <w:rsid w:val="00640FC6"/>
    <w:rsid w:val="00642F20"/>
    <w:rsid w:val="00644DA0"/>
    <w:rsid w:val="0064550A"/>
    <w:rsid w:val="00650BF6"/>
    <w:rsid w:val="006538DC"/>
    <w:rsid w:val="00662374"/>
    <w:rsid w:val="0067179D"/>
    <w:rsid w:val="00673301"/>
    <w:rsid w:val="00680B55"/>
    <w:rsid w:val="00681F47"/>
    <w:rsid w:val="00684ADA"/>
    <w:rsid w:val="006860E7"/>
    <w:rsid w:val="006905D1"/>
    <w:rsid w:val="00693061"/>
    <w:rsid w:val="006A170C"/>
    <w:rsid w:val="006A4397"/>
    <w:rsid w:val="006A4AAA"/>
    <w:rsid w:val="006A4ED4"/>
    <w:rsid w:val="006A651F"/>
    <w:rsid w:val="006A6C0E"/>
    <w:rsid w:val="006B38F2"/>
    <w:rsid w:val="006B77B6"/>
    <w:rsid w:val="006B7D02"/>
    <w:rsid w:val="006C3C6C"/>
    <w:rsid w:val="006C64AB"/>
    <w:rsid w:val="006C6B52"/>
    <w:rsid w:val="006C7698"/>
    <w:rsid w:val="006D3C97"/>
    <w:rsid w:val="006D3D11"/>
    <w:rsid w:val="006D4212"/>
    <w:rsid w:val="006D550E"/>
    <w:rsid w:val="006E3B09"/>
    <w:rsid w:val="006E5D85"/>
    <w:rsid w:val="006F1B17"/>
    <w:rsid w:val="006F2EF3"/>
    <w:rsid w:val="006F4A46"/>
    <w:rsid w:val="007011BE"/>
    <w:rsid w:val="00702857"/>
    <w:rsid w:val="007028F9"/>
    <w:rsid w:val="00704203"/>
    <w:rsid w:val="00705AD3"/>
    <w:rsid w:val="00711255"/>
    <w:rsid w:val="00713CFC"/>
    <w:rsid w:val="00717A13"/>
    <w:rsid w:val="00717C5E"/>
    <w:rsid w:val="007202F7"/>
    <w:rsid w:val="00724DBF"/>
    <w:rsid w:val="0072551A"/>
    <w:rsid w:val="0072577C"/>
    <w:rsid w:val="00726BBD"/>
    <w:rsid w:val="00733C69"/>
    <w:rsid w:val="00734D75"/>
    <w:rsid w:val="007365CC"/>
    <w:rsid w:val="00740E28"/>
    <w:rsid w:val="0074441A"/>
    <w:rsid w:val="00747A3F"/>
    <w:rsid w:val="0075068D"/>
    <w:rsid w:val="0075091F"/>
    <w:rsid w:val="00750F6B"/>
    <w:rsid w:val="00757418"/>
    <w:rsid w:val="0076036C"/>
    <w:rsid w:val="00767E91"/>
    <w:rsid w:val="0077076A"/>
    <w:rsid w:val="00772673"/>
    <w:rsid w:val="00772913"/>
    <w:rsid w:val="00775B54"/>
    <w:rsid w:val="00776AC0"/>
    <w:rsid w:val="0077723B"/>
    <w:rsid w:val="0078000B"/>
    <w:rsid w:val="0078045B"/>
    <w:rsid w:val="00783254"/>
    <w:rsid w:val="00783388"/>
    <w:rsid w:val="007833CA"/>
    <w:rsid w:val="00783DDB"/>
    <w:rsid w:val="0078631B"/>
    <w:rsid w:val="00786499"/>
    <w:rsid w:val="00792A80"/>
    <w:rsid w:val="00792E7D"/>
    <w:rsid w:val="007931A1"/>
    <w:rsid w:val="007931AB"/>
    <w:rsid w:val="0079458B"/>
    <w:rsid w:val="00794E59"/>
    <w:rsid w:val="0079540C"/>
    <w:rsid w:val="007957B1"/>
    <w:rsid w:val="007973B6"/>
    <w:rsid w:val="007A2900"/>
    <w:rsid w:val="007A32BC"/>
    <w:rsid w:val="007A4328"/>
    <w:rsid w:val="007A5D3B"/>
    <w:rsid w:val="007B09EA"/>
    <w:rsid w:val="007B1D39"/>
    <w:rsid w:val="007B65A5"/>
    <w:rsid w:val="007C0474"/>
    <w:rsid w:val="007C197F"/>
    <w:rsid w:val="007C3345"/>
    <w:rsid w:val="007D27D2"/>
    <w:rsid w:val="007D445B"/>
    <w:rsid w:val="007D46AE"/>
    <w:rsid w:val="007D4FF6"/>
    <w:rsid w:val="007D7353"/>
    <w:rsid w:val="007F0B23"/>
    <w:rsid w:val="007F2C55"/>
    <w:rsid w:val="00801CE1"/>
    <w:rsid w:val="00811EE6"/>
    <w:rsid w:val="00814B59"/>
    <w:rsid w:val="008150F6"/>
    <w:rsid w:val="00816B1C"/>
    <w:rsid w:val="00820C4D"/>
    <w:rsid w:val="00820E80"/>
    <w:rsid w:val="00834599"/>
    <w:rsid w:val="00835499"/>
    <w:rsid w:val="00843F21"/>
    <w:rsid w:val="00845468"/>
    <w:rsid w:val="00850C5D"/>
    <w:rsid w:val="008515F7"/>
    <w:rsid w:val="00851D31"/>
    <w:rsid w:val="0085344B"/>
    <w:rsid w:val="00853EB1"/>
    <w:rsid w:val="008578DF"/>
    <w:rsid w:val="00860AF8"/>
    <w:rsid w:val="008633DC"/>
    <w:rsid w:val="00865267"/>
    <w:rsid w:val="00866A7E"/>
    <w:rsid w:val="00867C37"/>
    <w:rsid w:val="008725F0"/>
    <w:rsid w:val="00872F56"/>
    <w:rsid w:val="008737C3"/>
    <w:rsid w:val="00875C3B"/>
    <w:rsid w:val="00880BFF"/>
    <w:rsid w:val="00883395"/>
    <w:rsid w:val="00883BFE"/>
    <w:rsid w:val="008933FA"/>
    <w:rsid w:val="00893CCF"/>
    <w:rsid w:val="00897A21"/>
    <w:rsid w:val="008A10AD"/>
    <w:rsid w:val="008A3D65"/>
    <w:rsid w:val="008A4434"/>
    <w:rsid w:val="008A46D6"/>
    <w:rsid w:val="008A5A92"/>
    <w:rsid w:val="008B0C45"/>
    <w:rsid w:val="008B27BA"/>
    <w:rsid w:val="008B4222"/>
    <w:rsid w:val="008C09B6"/>
    <w:rsid w:val="008C0B80"/>
    <w:rsid w:val="008C16EB"/>
    <w:rsid w:val="008C18F7"/>
    <w:rsid w:val="008C5121"/>
    <w:rsid w:val="008C6F42"/>
    <w:rsid w:val="008C7804"/>
    <w:rsid w:val="008C7837"/>
    <w:rsid w:val="008D18C8"/>
    <w:rsid w:val="008D60EF"/>
    <w:rsid w:val="008E3DFB"/>
    <w:rsid w:val="008E5321"/>
    <w:rsid w:val="008E795F"/>
    <w:rsid w:val="008F20BE"/>
    <w:rsid w:val="008F31FA"/>
    <w:rsid w:val="008F6390"/>
    <w:rsid w:val="00902C2A"/>
    <w:rsid w:val="00904BC6"/>
    <w:rsid w:val="0090662B"/>
    <w:rsid w:val="00916CF0"/>
    <w:rsid w:val="00922F3B"/>
    <w:rsid w:val="00925100"/>
    <w:rsid w:val="00925248"/>
    <w:rsid w:val="00932652"/>
    <w:rsid w:val="009338F1"/>
    <w:rsid w:val="009356F3"/>
    <w:rsid w:val="00940123"/>
    <w:rsid w:val="009427D6"/>
    <w:rsid w:val="00943492"/>
    <w:rsid w:val="009478D7"/>
    <w:rsid w:val="00947CA0"/>
    <w:rsid w:val="009518D9"/>
    <w:rsid w:val="00952190"/>
    <w:rsid w:val="00955EDC"/>
    <w:rsid w:val="00956750"/>
    <w:rsid w:val="00957AD3"/>
    <w:rsid w:val="00962D24"/>
    <w:rsid w:val="0097419C"/>
    <w:rsid w:val="00982005"/>
    <w:rsid w:val="0098260F"/>
    <w:rsid w:val="00991D81"/>
    <w:rsid w:val="00991E15"/>
    <w:rsid w:val="00992E78"/>
    <w:rsid w:val="009930F1"/>
    <w:rsid w:val="00996AF2"/>
    <w:rsid w:val="009A2984"/>
    <w:rsid w:val="009A3DB8"/>
    <w:rsid w:val="009A5E82"/>
    <w:rsid w:val="009B2DCE"/>
    <w:rsid w:val="009B45AC"/>
    <w:rsid w:val="009B4694"/>
    <w:rsid w:val="009C082D"/>
    <w:rsid w:val="009C0A35"/>
    <w:rsid w:val="009C0ACB"/>
    <w:rsid w:val="009C2E34"/>
    <w:rsid w:val="009C48C6"/>
    <w:rsid w:val="009C58B6"/>
    <w:rsid w:val="009C628A"/>
    <w:rsid w:val="009D0E1C"/>
    <w:rsid w:val="009D278D"/>
    <w:rsid w:val="009D3C3F"/>
    <w:rsid w:val="009D436E"/>
    <w:rsid w:val="009D5214"/>
    <w:rsid w:val="009E2EE6"/>
    <w:rsid w:val="009F29A0"/>
    <w:rsid w:val="009F5EE5"/>
    <w:rsid w:val="009F619F"/>
    <w:rsid w:val="009F7613"/>
    <w:rsid w:val="00A001FA"/>
    <w:rsid w:val="00A0276E"/>
    <w:rsid w:val="00A0542A"/>
    <w:rsid w:val="00A07A7E"/>
    <w:rsid w:val="00A07D13"/>
    <w:rsid w:val="00A105C6"/>
    <w:rsid w:val="00A11285"/>
    <w:rsid w:val="00A21A80"/>
    <w:rsid w:val="00A22DD6"/>
    <w:rsid w:val="00A263C3"/>
    <w:rsid w:val="00A3099F"/>
    <w:rsid w:val="00A31BC1"/>
    <w:rsid w:val="00A32EF4"/>
    <w:rsid w:val="00A37995"/>
    <w:rsid w:val="00A37D50"/>
    <w:rsid w:val="00A4002A"/>
    <w:rsid w:val="00A43F29"/>
    <w:rsid w:val="00A45582"/>
    <w:rsid w:val="00A62723"/>
    <w:rsid w:val="00A628A1"/>
    <w:rsid w:val="00A672C5"/>
    <w:rsid w:val="00A71018"/>
    <w:rsid w:val="00A71FC7"/>
    <w:rsid w:val="00A72F56"/>
    <w:rsid w:val="00A7443A"/>
    <w:rsid w:val="00A74494"/>
    <w:rsid w:val="00A80068"/>
    <w:rsid w:val="00A824A8"/>
    <w:rsid w:val="00A84329"/>
    <w:rsid w:val="00A904E4"/>
    <w:rsid w:val="00A91C7A"/>
    <w:rsid w:val="00A931F1"/>
    <w:rsid w:val="00A96048"/>
    <w:rsid w:val="00AA071A"/>
    <w:rsid w:val="00AA59C8"/>
    <w:rsid w:val="00AA72B5"/>
    <w:rsid w:val="00AB5450"/>
    <w:rsid w:val="00AC3341"/>
    <w:rsid w:val="00AC3B02"/>
    <w:rsid w:val="00AC4804"/>
    <w:rsid w:val="00AC50A8"/>
    <w:rsid w:val="00AC63AA"/>
    <w:rsid w:val="00AE02F2"/>
    <w:rsid w:val="00AF023D"/>
    <w:rsid w:val="00AF2A2A"/>
    <w:rsid w:val="00AF3552"/>
    <w:rsid w:val="00AF6158"/>
    <w:rsid w:val="00B0040A"/>
    <w:rsid w:val="00B02BB7"/>
    <w:rsid w:val="00B0410A"/>
    <w:rsid w:val="00B0437E"/>
    <w:rsid w:val="00B04D0D"/>
    <w:rsid w:val="00B05A0F"/>
    <w:rsid w:val="00B1186D"/>
    <w:rsid w:val="00B12948"/>
    <w:rsid w:val="00B1475F"/>
    <w:rsid w:val="00B22F90"/>
    <w:rsid w:val="00B23DB5"/>
    <w:rsid w:val="00B31748"/>
    <w:rsid w:val="00B41286"/>
    <w:rsid w:val="00B419CE"/>
    <w:rsid w:val="00B478BC"/>
    <w:rsid w:val="00B517BE"/>
    <w:rsid w:val="00B53100"/>
    <w:rsid w:val="00B55488"/>
    <w:rsid w:val="00B55C68"/>
    <w:rsid w:val="00B57717"/>
    <w:rsid w:val="00B62D0D"/>
    <w:rsid w:val="00B63CED"/>
    <w:rsid w:val="00B64A7F"/>
    <w:rsid w:val="00B72F97"/>
    <w:rsid w:val="00B73C95"/>
    <w:rsid w:val="00B75921"/>
    <w:rsid w:val="00B8049E"/>
    <w:rsid w:val="00B87590"/>
    <w:rsid w:val="00B90656"/>
    <w:rsid w:val="00B95893"/>
    <w:rsid w:val="00B961B5"/>
    <w:rsid w:val="00B9743D"/>
    <w:rsid w:val="00B9748E"/>
    <w:rsid w:val="00BA1D61"/>
    <w:rsid w:val="00BA2513"/>
    <w:rsid w:val="00BA3DD0"/>
    <w:rsid w:val="00BA4C87"/>
    <w:rsid w:val="00BA7DC4"/>
    <w:rsid w:val="00BB6E0E"/>
    <w:rsid w:val="00BC0E62"/>
    <w:rsid w:val="00BC0EC8"/>
    <w:rsid w:val="00BD2570"/>
    <w:rsid w:val="00BD31B2"/>
    <w:rsid w:val="00BD6279"/>
    <w:rsid w:val="00BD6F4B"/>
    <w:rsid w:val="00BD708D"/>
    <w:rsid w:val="00BE4316"/>
    <w:rsid w:val="00BE7AB3"/>
    <w:rsid w:val="00BF5465"/>
    <w:rsid w:val="00C00E7F"/>
    <w:rsid w:val="00C0286D"/>
    <w:rsid w:val="00C03DEF"/>
    <w:rsid w:val="00C052DB"/>
    <w:rsid w:val="00C0539B"/>
    <w:rsid w:val="00C10DEE"/>
    <w:rsid w:val="00C165DF"/>
    <w:rsid w:val="00C1766A"/>
    <w:rsid w:val="00C17A12"/>
    <w:rsid w:val="00C17C39"/>
    <w:rsid w:val="00C20ED0"/>
    <w:rsid w:val="00C250A6"/>
    <w:rsid w:val="00C33A4C"/>
    <w:rsid w:val="00C37CB2"/>
    <w:rsid w:val="00C40899"/>
    <w:rsid w:val="00C41567"/>
    <w:rsid w:val="00C445D5"/>
    <w:rsid w:val="00C44D61"/>
    <w:rsid w:val="00C46653"/>
    <w:rsid w:val="00C539AB"/>
    <w:rsid w:val="00C543D9"/>
    <w:rsid w:val="00C5524A"/>
    <w:rsid w:val="00C55B93"/>
    <w:rsid w:val="00C55E78"/>
    <w:rsid w:val="00C5668F"/>
    <w:rsid w:val="00C57195"/>
    <w:rsid w:val="00C60B97"/>
    <w:rsid w:val="00C63B91"/>
    <w:rsid w:val="00C655FC"/>
    <w:rsid w:val="00C664B6"/>
    <w:rsid w:val="00C67022"/>
    <w:rsid w:val="00C709FA"/>
    <w:rsid w:val="00C71091"/>
    <w:rsid w:val="00C71B4E"/>
    <w:rsid w:val="00C731F0"/>
    <w:rsid w:val="00C7368B"/>
    <w:rsid w:val="00C755BC"/>
    <w:rsid w:val="00C77A6E"/>
    <w:rsid w:val="00C81B6C"/>
    <w:rsid w:val="00C90C58"/>
    <w:rsid w:val="00C91D40"/>
    <w:rsid w:val="00C91F19"/>
    <w:rsid w:val="00C93B17"/>
    <w:rsid w:val="00C96E86"/>
    <w:rsid w:val="00C97096"/>
    <w:rsid w:val="00CA047E"/>
    <w:rsid w:val="00CA3A41"/>
    <w:rsid w:val="00CA79FA"/>
    <w:rsid w:val="00CA7E6D"/>
    <w:rsid w:val="00CB1136"/>
    <w:rsid w:val="00CB3CE7"/>
    <w:rsid w:val="00CB4A69"/>
    <w:rsid w:val="00CB56D5"/>
    <w:rsid w:val="00CB5C0B"/>
    <w:rsid w:val="00CB5C7E"/>
    <w:rsid w:val="00CC358B"/>
    <w:rsid w:val="00CC45B5"/>
    <w:rsid w:val="00CC50F4"/>
    <w:rsid w:val="00CC66B8"/>
    <w:rsid w:val="00CD397E"/>
    <w:rsid w:val="00CD501F"/>
    <w:rsid w:val="00CD7AFE"/>
    <w:rsid w:val="00CE7B86"/>
    <w:rsid w:val="00CF13FC"/>
    <w:rsid w:val="00CF1737"/>
    <w:rsid w:val="00CF371E"/>
    <w:rsid w:val="00D0474F"/>
    <w:rsid w:val="00D1163F"/>
    <w:rsid w:val="00D16F0F"/>
    <w:rsid w:val="00D17C34"/>
    <w:rsid w:val="00D2575F"/>
    <w:rsid w:val="00D25A35"/>
    <w:rsid w:val="00D273A2"/>
    <w:rsid w:val="00D27F44"/>
    <w:rsid w:val="00D30D55"/>
    <w:rsid w:val="00D40A37"/>
    <w:rsid w:val="00D40D57"/>
    <w:rsid w:val="00D52AA7"/>
    <w:rsid w:val="00D52DB4"/>
    <w:rsid w:val="00D53DDE"/>
    <w:rsid w:val="00D5730F"/>
    <w:rsid w:val="00D608E7"/>
    <w:rsid w:val="00D634F7"/>
    <w:rsid w:val="00D63B5A"/>
    <w:rsid w:val="00D64785"/>
    <w:rsid w:val="00D675DF"/>
    <w:rsid w:val="00D746F6"/>
    <w:rsid w:val="00D76DAF"/>
    <w:rsid w:val="00D77010"/>
    <w:rsid w:val="00D77036"/>
    <w:rsid w:val="00D77335"/>
    <w:rsid w:val="00D77607"/>
    <w:rsid w:val="00D815EE"/>
    <w:rsid w:val="00D818D1"/>
    <w:rsid w:val="00D81DE2"/>
    <w:rsid w:val="00D81F5E"/>
    <w:rsid w:val="00D826CF"/>
    <w:rsid w:val="00D838F9"/>
    <w:rsid w:val="00D850FD"/>
    <w:rsid w:val="00D85DC5"/>
    <w:rsid w:val="00D87369"/>
    <w:rsid w:val="00D873F7"/>
    <w:rsid w:val="00D9084E"/>
    <w:rsid w:val="00D919B3"/>
    <w:rsid w:val="00D94ADA"/>
    <w:rsid w:val="00D96C0C"/>
    <w:rsid w:val="00D97A8B"/>
    <w:rsid w:val="00D97AAA"/>
    <w:rsid w:val="00DA046C"/>
    <w:rsid w:val="00DA15BD"/>
    <w:rsid w:val="00DA1707"/>
    <w:rsid w:val="00DB580C"/>
    <w:rsid w:val="00DC05EE"/>
    <w:rsid w:val="00DC133B"/>
    <w:rsid w:val="00DC3130"/>
    <w:rsid w:val="00DC5187"/>
    <w:rsid w:val="00DC7C2F"/>
    <w:rsid w:val="00DD15D6"/>
    <w:rsid w:val="00DD22F4"/>
    <w:rsid w:val="00DD50ED"/>
    <w:rsid w:val="00DD5937"/>
    <w:rsid w:val="00DD765A"/>
    <w:rsid w:val="00DD7933"/>
    <w:rsid w:val="00DE0D41"/>
    <w:rsid w:val="00DE5D9F"/>
    <w:rsid w:val="00DE5F5C"/>
    <w:rsid w:val="00DF054A"/>
    <w:rsid w:val="00E043D1"/>
    <w:rsid w:val="00E12AC5"/>
    <w:rsid w:val="00E278ED"/>
    <w:rsid w:val="00E31A4D"/>
    <w:rsid w:val="00E32BA4"/>
    <w:rsid w:val="00E3412F"/>
    <w:rsid w:val="00E44283"/>
    <w:rsid w:val="00E46BDD"/>
    <w:rsid w:val="00E46E46"/>
    <w:rsid w:val="00E477BB"/>
    <w:rsid w:val="00E50B61"/>
    <w:rsid w:val="00E50B7F"/>
    <w:rsid w:val="00E5254D"/>
    <w:rsid w:val="00E53091"/>
    <w:rsid w:val="00E539CA"/>
    <w:rsid w:val="00E55008"/>
    <w:rsid w:val="00E551A4"/>
    <w:rsid w:val="00E56651"/>
    <w:rsid w:val="00E618A7"/>
    <w:rsid w:val="00E645D7"/>
    <w:rsid w:val="00E66225"/>
    <w:rsid w:val="00E71E4E"/>
    <w:rsid w:val="00E733F7"/>
    <w:rsid w:val="00E73D2A"/>
    <w:rsid w:val="00E765D7"/>
    <w:rsid w:val="00E76AE8"/>
    <w:rsid w:val="00E81EDD"/>
    <w:rsid w:val="00E86E0D"/>
    <w:rsid w:val="00E87DE4"/>
    <w:rsid w:val="00E91B84"/>
    <w:rsid w:val="00E93A0D"/>
    <w:rsid w:val="00E93F36"/>
    <w:rsid w:val="00EA0CBD"/>
    <w:rsid w:val="00EA11E7"/>
    <w:rsid w:val="00EA1BA9"/>
    <w:rsid w:val="00EA26F6"/>
    <w:rsid w:val="00EB5A94"/>
    <w:rsid w:val="00EB6ED7"/>
    <w:rsid w:val="00EB7BAE"/>
    <w:rsid w:val="00EC0B6F"/>
    <w:rsid w:val="00EC3763"/>
    <w:rsid w:val="00EC6355"/>
    <w:rsid w:val="00EC68F9"/>
    <w:rsid w:val="00EC70CF"/>
    <w:rsid w:val="00EC71D7"/>
    <w:rsid w:val="00EC7BB9"/>
    <w:rsid w:val="00ED0721"/>
    <w:rsid w:val="00EE7196"/>
    <w:rsid w:val="00EE7377"/>
    <w:rsid w:val="00EF14B3"/>
    <w:rsid w:val="00EF20A1"/>
    <w:rsid w:val="00EF23A3"/>
    <w:rsid w:val="00F0278C"/>
    <w:rsid w:val="00F10C02"/>
    <w:rsid w:val="00F116E4"/>
    <w:rsid w:val="00F12066"/>
    <w:rsid w:val="00F1284B"/>
    <w:rsid w:val="00F12974"/>
    <w:rsid w:val="00F12C64"/>
    <w:rsid w:val="00F1735D"/>
    <w:rsid w:val="00F179BE"/>
    <w:rsid w:val="00F20EC3"/>
    <w:rsid w:val="00F30198"/>
    <w:rsid w:val="00F335FB"/>
    <w:rsid w:val="00F34656"/>
    <w:rsid w:val="00F34961"/>
    <w:rsid w:val="00F3669A"/>
    <w:rsid w:val="00F40E0B"/>
    <w:rsid w:val="00F4570E"/>
    <w:rsid w:val="00F50355"/>
    <w:rsid w:val="00F503DE"/>
    <w:rsid w:val="00F52844"/>
    <w:rsid w:val="00F5296F"/>
    <w:rsid w:val="00F5426D"/>
    <w:rsid w:val="00F558C2"/>
    <w:rsid w:val="00F562AD"/>
    <w:rsid w:val="00F56951"/>
    <w:rsid w:val="00F62D0F"/>
    <w:rsid w:val="00F6322E"/>
    <w:rsid w:val="00F65767"/>
    <w:rsid w:val="00F66EA7"/>
    <w:rsid w:val="00F675A2"/>
    <w:rsid w:val="00F67F75"/>
    <w:rsid w:val="00F773A9"/>
    <w:rsid w:val="00F82BFC"/>
    <w:rsid w:val="00F85FC0"/>
    <w:rsid w:val="00F8629D"/>
    <w:rsid w:val="00FA7453"/>
    <w:rsid w:val="00FA7981"/>
    <w:rsid w:val="00FA7FBE"/>
    <w:rsid w:val="00FB0CFE"/>
    <w:rsid w:val="00FB5671"/>
    <w:rsid w:val="00FB6658"/>
    <w:rsid w:val="00FC707C"/>
    <w:rsid w:val="00FC74EA"/>
    <w:rsid w:val="00FC7607"/>
    <w:rsid w:val="00FC7CDE"/>
    <w:rsid w:val="00FD53EB"/>
    <w:rsid w:val="00FD6A89"/>
    <w:rsid w:val="00FD7929"/>
    <w:rsid w:val="00FE338B"/>
    <w:rsid w:val="00FE5D85"/>
    <w:rsid w:val="00FF091D"/>
    <w:rsid w:val="00FF1739"/>
    <w:rsid w:val="00FF2844"/>
    <w:rsid w:val="00FF45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4AD98D2"/>
  <w15:docId w15:val="{91DDF663-2A3A-4C69-A947-860FD8744F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rastasis">
    <w:name w:val="Normal"/>
    <w:qFormat/>
    <w:rsid w:val="00EA0CBD"/>
    <w:rPr>
      <w:sz w:val="24"/>
      <w:szCs w:val="24"/>
      <w:lang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aliases w:val="Specialioji žyma"/>
    <w:basedOn w:val="prastasis"/>
    <w:link w:val="AntratsDiagrama"/>
    <w:rsid w:val="00EA0CBD"/>
    <w:pPr>
      <w:tabs>
        <w:tab w:val="center" w:pos="4153"/>
        <w:tab w:val="right" w:pos="8306"/>
      </w:tabs>
    </w:pPr>
  </w:style>
  <w:style w:type="paragraph" w:customStyle="1" w:styleId="statymopavad">
    <w:name w:val="?statymo pavad."/>
    <w:basedOn w:val="prastasis"/>
    <w:rsid w:val="00EA0CBD"/>
    <w:pPr>
      <w:spacing w:line="360" w:lineRule="auto"/>
      <w:ind w:firstLine="720"/>
      <w:jc w:val="center"/>
    </w:pPr>
    <w:rPr>
      <w:rFonts w:ascii="TimesLT" w:hAnsi="TimesLT"/>
      <w:caps/>
      <w:szCs w:val="20"/>
    </w:rPr>
  </w:style>
  <w:style w:type="character" w:customStyle="1" w:styleId="Pareigos">
    <w:name w:val="Pareigos"/>
    <w:rsid w:val="00EA0CBD"/>
    <w:rPr>
      <w:rFonts w:ascii="TimesLT" w:hAnsi="TimesLT"/>
      <w:caps/>
      <w:sz w:val="24"/>
    </w:rPr>
  </w:style>
  <w:style w:type="character" w:styleId="Hipersaitas">
    <w:name w:val="Hyperlink"/>
    <w:rsid w:val="00EA0CBD"/>
    <w:rPr>
      <w:color w:val="0000FF"/>
      <w:u w:val="single"/>
    </w:rPr>
  </w:style>
  <w:style w:type="paragraph" w:styleId="Debesliotekstas">
    <w:name w:val="Balloon Text"/>
    <w:basedOn w:val="prastasis"/>
    <w:semiHidden/>
    <w:rsid w:val="00F40E0B"/>
    <w:rPr>
      <w:rFonts w:ascii="Tahoma" w:hAnsi="Tahoma" w:cs="Tahoma"/>
      <w:sz w:val="16"/>
      <w:szCs w:val="16"/>
    </w:rPr>
  </w:style>
  <w:style w:type="character" w:customStyle="1" w:styleId="AntratsDiagrama">
    <w:name w:val="Antraštės Diagrama"/>
    <w:aliases w:val="Specialioji žyma Diagrama"/>
    <w:link w:val="Antrats"/>
    <w:rsid w:val="007202F7"/>
    <w:rPr>
      <w:sz w:val="24"/>
      <w:szCs w:val="24"/>
      <w:lang w:eastAsia="en-US"/>
    </w:rPr>
  </w:style>
  <w:style w:type="paragraph" w:customStyle="1" w:styleId="bodytext">
    <w:name w:val="bodytext"/>
    <w:basedOn w:val="prastasis"/>
    <w:rsid w:val="00820C4D"/>
    <w:pPr>
      <w:spacing w:before="100" w:beforeAutospacing="1" w:after="100" w:afterAutospacing="1"/>
    </w:pPr>
    <w:rPr>
      <w:lang w:eastAsia="lt-LT"/>
    </w:rPr>
  </w:style>
  <w:style w:type="character" w:customStyle="1" w:styleId="Neapdorotaspaminjimas1">
    <w:name w:val="Neapdorotas paminėjimas1"/>
    <w:uiPriority w:val="99"/>
    <w:semiHidden/>
    <w:unhideWhenUsed/>
    <w:rsid w:val="00E551A4"/>
    <w:rPr>
      <w:color w:val="605E5C"/>
      <w:shd w:val="clear" w:color="auto" w:fill="E1DFDD"/>
    </w:rPr>
  </w:style>
  <w:style w:type="paragraph" w:styleId="Sraopastraipa">
    <w:name w:val="List Paragraph"/>
    <w:basedOn w:val="prastasis"/>
    <w:uiPriority w:val="34"/>
    <w:qFormat/>
    <w:rsid w:val="00D40D57"/>
    <w:pPr>
      <w:ind w:left="720"/>
    </w:pPr>
    <w:rPr>
      <w:rFonts w:ascii="Calibri" w:eastAsia="Calibri" w:hAnsi="Calibri" w:cs="Calibri"/>
      <w:sz w:val="22"/>
      <w:szCs w:val="22"/>
    </w:rPr>
  </w:style>
  <w:style w:type="table" w:styleId="Lentelstinklelis">
    <w:name w:val="Table Grid"/>
    <w:basedOn w:val="prastojilentel"/>
    <w:rsid w:val="00CA04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entaronuoroda">
    <w:name w:val="annotation reference"/>
    <w:basedOn w:val="Numatytasispastraiposriftas"/>
    <w:rsid w:val="00925100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rsid w:val="00925100"/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rsid w:val="00925100"/>
    <w:rPr>
      <w:lang w:eastAsia="en-US"/>
    </w:rPr>
  </w:style>
  <w:style w:type="paragraph" w:styleId="Komentarotema">
    <w:name w:val="annotation subject"/>
    <w:basedOn w:val="Komentarotekstas"/>
    <w:next w:val="Komentarotekstas"/>
    <w:link w:val="KomentarotemaDiagrama"/>
    <w:rsid w:val="00925100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rsid w:val="00925100"/>
    <w:rPr>
      <w:b/>
      <w:bCs/>
      <w:lang w:eastAsia="en-US"/>
    </w:rPr>
  </w:style>
  <w:style w:type="character" w:customStyle="1" w:styleId="statymoNr">
    <w:name w:val="?statymo Nr."/>
    <w:rsid w:val="00EF14B3"/>
    <w:rPr>
      <w:rFonts w:ascii="HelveticaLT" w:hAnsi="HelveticaLT"/>
    </w:rPr>
  </w:style>
  <w:style w:type="character" w:styleId="Emfaz">
    <w:name w:val="Emphasis"/>
    <w:uiPriority w:val="20"/>
    <w:qFormat/>
    <w:rsid w:val="00095D16"/>
    <w:rPr>
      <w:i/>
      <w:iCs/>
    </w:rPr>
  </w:style>
  <w:style w:type="paragraph" w:styleId="prastasiniatinklio">
    <w:name w:val="Normal (Web)"/>
    <w:basedOn w:val="prastasis"/>
    <w:uiPriority w:val="99"/>
    <w:unhideWhenUsed/>
    <w:rsid w:val="00095D16"/>
    <w:pPr>
      <w:spacing w:before="100" w:beforeAutospacing="1" w:after="100" w:afterAutospacing="1"/>
    </w:pPr>
    <w:rPr>
      <w:rFonts w:eastAsia="Calibri"/>
      <w:lang w:eastAsia="lt-LT"/>
    </w:rPr>
  </w:style>
  <w:style w:type="paragraph" w:styleId="Porat">
    <w:name w:val="footer"/>
    <w:basedOn w:val="prastasis"/>
    <w:link w:val="PoratDiagrama"/>
    <w:unhideWhenUsed/>
    <w:rsid w:val="00B1475F"/>
    <w:pPr>
      <w:tabs>
        <w:tab w:val="center" w:pos="4680"/>
        <w:tab w:val="right" w:pos="9360"/>
      </w:tabs>
    </w:pPr>
  </w:style>
  <w:style w:type="character" w:customStyle="1" w:styleId="PoratDiagrama">
    <w:name w:val="Poraštė Diagrama"/>
    <w:basedOn w:val="Numatytasispastraiposriftas"/>
    <w:link w:val="Porat"/>
    <w:rsid w:val="00B1475F"/>
    <w:rPr>
      <w:sz w:val="24"/>
      <w:szCs w:val="24"/>
      <w:lang w:eastAsia="en-US"/>
    </w:rPr>
  </w:style>
  <w:style w:type="character" w:styleId="Neapdorotaspaminjimas">
    <w:name w:val="Unresolved Mention"/>
    <w:basedOn w:val="Numatytasispastraiposriftas"/>
    <w:uiPriority w:val="99"/>
    <w:semiHidden/>
    <w:unhideWhenUsed/>
    <w:rsid w:val="003063A4"/>
    <w:rPr>
      <w:color w:val="605E5C"/>
      <w:shd w:val="clear" w:color="auto" w:fill="E1DFDD"/>
    </w:rPr>
  </w:style>
  <w:style w:type="paragraph" w:customStyle="1" w:styleId="ListParagraph1">
    <w:name w:val="List Paragraph1"/>
    <w:basedOn w:val="prastasis"/>
    <w:rsid w:val="007D7353"/>
    <w:pPr>
      <w:ind w:left="720"/>
      <w:contextualSpacing/>
    </w:pPr>
  </w:style>
  <w:style w:type="character" w:customStyle="1" w:styleId="st1">
    <w:name w:val="st1"/>
    <w:rsid w:val="007D7353"/>
  </w:style>
  <w:style w:type="character" w:styleId="Perirtashipersaitas">
    <w:name w:val="FollowedHyperlink"/>
    <w:basedOn w:val="Numatytasispastraiposriftas"/>
    <w:semiHidden/>
    <w:unhideWhenUsed/>
    <w:rsid w:val="00CD501F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280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40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738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803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120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430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1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6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2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76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9102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93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75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vitas.ramanauskas@klaipedos-r.lt" TargetMode="External"/><Relationship Id="rId14" Type="http://schemas.openxmlformats.org/officeDocument/2006/relationships/header" Target="head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mailto:savivaldybe@klaipedos-r.lt" TargetMode="External"/><Relationship Id="rId1" Type="http://schemas.openxmlformats.org/officeDocument/2006/relationships/image" Target="media/image2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TMP\Mero%20rastas.dotx" TargetMode="Externa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3C6D4D-F3FB-4A56-BB59-98439DDDAE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Mero rastas</Template>
  <TotalTime>0</TotalTime>
  <Pages>1</Pages>
  <Words>701</Words>
  <Characters>401</Characters>
  <Application>Microsoft Office Word</Application>
  <DocSecurity>8</DocSecurity>
  <Lines>3</Lines>
  <Paragraphs>2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KRS</Company>
  <LinksUpToDate>false</LinksUpToDate>
  <CharactersWithSpaces>1100</CharactersWithSpaces>
  <SharedDoc>false</SharedDoc>
  <HLinks>
    <vt:vector size="54" baseType="variant">
      <vt:variant>
        <vt:i4>5767186</vt:i4>
      </vt:variant>
      <vt:variant>
        <vt:i4>24</vt:i4>
      </vt:variant>
      <vt:variant>
        <vt:i4>0</vt:i4>
      </vt:variant>
      <vt:variant>
        <vt:i4>5</vt:i4>
      </vt:variant>
      <vt:variant>
        <vt:lpwstr>https://vtpsi.lrv.lt/lt/naujienos/statyba-leidziantis-dokumentas-vietines-reiksmes-keliui</vt:lpwstr>
      </vt:variant>
      <vt:variant>
        <vt:lpwstr/>
      </vt:variant>
      <vt:variant>
        <vt:i4>720923</vt:i4>
      </vt:variant>
      <vt:variant>
        <vt:i4>21</vt:i4>
      </vt:variant>
      <vt:variant>
        <vt:i4>0</vt:i4>
      </vt:variant>
      <vt:variant>
        <vt:i4>5</vt:i4>
      </vt:variant>
      <vt:variant>
        <vt:lpwstr>https://www.e-tar.lt/portal/lt/legalAct/585f9850c05211e688d0ed775a2e782a/asr</vt:lpwstr>
      </vt:variant>
      <vt:variant>
        <vt:lpwstr/>
      </vt:variant>
      <vt:variant>
        <vt:i4>6815793</vt:i4>
      </vt:variant>
      <vt:variant>
        <vt:i4>18</vt:i4>
      </vt:variant>
      <vt:variant>
        <vt:i4>0</vt:i4>
      </vt:variant>
      <vt:variant>
        <vt:i4>5</vt:i4>
      </vt:variant>
      <vt:variant>
        <vt:lpwstr>https://www.e-tar.lt/portal/lt/legalAct/c14e6210afe511e6b844f0f29024f5ac/caRbGSOQbK</vt:lpwstr>
      </vt:variant>
      <vt:variant>
        <vt:lpwstr/>
      </vt:variant>
      <vt:variant>
        <vt:i4>4587551</vt:i4>
      </vt:variant>
      <vt:variant>
        <vt:i4>15</vt:i4>
      </vt:variant>
      <vt:variant>
        <vt:i4>0</vt:i4>
      </vt:variant>
      <vt:variant>
        <vt:i4>5</vt:i4>
      </vt:variant>
      <vt:variant>
        <vt:lpwstr>https://www.e-tar.lt/portal/lt/legalAct/TAR.4DB4BDB4B44C/asr</vt:lpwstr>
      </vt:variant>
      <vt:variant>
        <vt:lpwstr/>
      </vt:variant>
      <vt:variant>
        <vt:i4>5505042</vt:i4>
      </vt:variant>
      <vt:variant>
        <vt:i4>12</vt:i4>
      </vt:variant>
      <vt:variant>
        <vt:i4>0</vt:i4>
      </vt:variant>
      <vt:variant>
        <vt:i4>5</vt:i4>
      </vt:variant>
      <vt:variant>
        <vt:lpwstr>https://map.tpdr.lt/tpdr-gis/index.jsp?action=tpdrPortal</vt:lpwstr>
      </vt:variant>
      <vt:variant>
        <vt:lpwstr/>
      </vt:variant>
      <vt:variant>
        <vt:i4>3342461</vt:i4>
      </vt:variant>
      <vt:variant>
        <vt:i4>9</vt:i4>
      </vt:variant>
      <vt:variant>
        <vt:i4>0</vt:i4>
      </vt:variant>
      <vt:variant>
        <vt:i4>5</vt:i4>
      </vt:variant>
      <vt:variant>
        <vt:lpwstr>https://e-seimas.lrs.lt/portal/legalAct/lt/TAD/TAIS.318405/asr</vt:lpwstr>
      </vt:variant>
      <vt:variant>
        <vt:lpwstr/>
      </vt:variant>
      <vt:variant>
        <vt:i4>3735670</vt:i4>
      </vt:variant>
      <vt:variant>
        <vt:i4>6</vt:i4>
      </vt:variant>
      <vt:variant>
        <vt:i4>0</vt:i4>
      </vt:variant>
      <vt:variant>
        <vt:i4>5</vt:i4>
      </vt:variant>
      <vt:variant>
        <vt:lpwstr>https://e-seimas.lrs.lt/portal/legalAct/lt/TAD/TAIS.313209/asr</vt:lpwstr>
      </vt:variant>
      <vt:variant>
        <vt:lpwstr/>
      </vt:variant>
      <vt:variant>
        <vt:i4>69</vt:i4>
      </vt:variant>
      <vt:variant>
        <vt:i4>3</vt:i4>
      </vt:variant>
      <vt:variant>
        <vt:i4>0</vt:i4>
      </vt:variant>
      <vt:variant>
        <vt:i4>5</vt:i4>
      </vt:variant>
      <vt:variant>
        <vt:lpwstr>https://e-seimas.lrs.lt/portal/legalAct/lt/TAD/TAIS.6655/asr</vt:lpwstr>
      </vt:variant>
      <vt:variant>
        <vt:lpwstr/>
      </vt:variant>
      <vt:variant>
        <vt:i4>1179753</vt:i4>
      </vt:variant>
      <vt:variant>
        <vt:i4>0</vt:i4>
      </vt:variant>
      <vt:variant>
        <vt:i4>0</vt:i4>
      </vt:variant>
      <vt:variant>
        <vt:i4>5</vt:i4>
      </vt:variant>
      <vt:variant>
        <vt:lpwstr>mailto:savivaldybe@klaipedos-r.lt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Vartotojas</dc:creator>
  <cp:lastModifiedBy>Sandra Vilė</cp:lastModifiedBy>
  <cp:revision>1</cp:revision>
  <cp:lastPrinted>2021-08-26T05:40:00Z</cp:lastPrinted>
  <dcterms:created xsi:type="dcterms:W3CDTF">2024-12-13T07:18:00Z</dcterms:created>
  <dcterms:modified xsi:type="dcterms:W3CDTF">2024-12-13T07:18:00Z</dcterms:modified>
</cp:coreProperties>
</file>